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3345"/>
        <w:gridCol w:w="4277"/>
        <w:gridCol w:w="2413"/>
      </w:tblGrid>
      <w:tr w:rsidR="00CA3F6C">
        <w:trPr>
          <w:cantSplit/>
          <w:trHeight w:val="2579"/>
          <w:tblHeader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Nazwa i adres jednostki sprawozdawczej</w:t>
            </w:r>
          </w:p>
          <w:p w:rsidR="00CA3F6C" w:rsidRDefault="00CA3F6C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3F6C" w:rsidRDefault="00CA3F6C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3F6C" w:rsidRDefault="00CA3F6C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3F6C" w:rsidRDefault="00CA3F6C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3F6C" w:rsidRDefault="00CA3F6C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</w:p>
          <w:p w:rsidR="00CA3F6C" w:rsidRDefault="00CA3F6C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Numer identyfikacyjny REGON</w:t>
            </w:r>
          </w:p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411539376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Biblioteka Publiczna Miasta i Gminy w Jutrosinie</w:t>
            </w:r>
          </w:p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Informacja z wykonania</w:t>
            </w:r>
          </w:p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planu działalności</w:t>
            </w:r>
          </w:p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za okres od początku roku</w:t>
            </w:r>
          </w:p>
          <w:p w:rsidR="00CA3F6C" w:rsidRDefault="00CA3F6C" w:rsidP="00081F31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do dnia 30 czerwca 2011roku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Default="00CA3F6C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Adresat:</w:t>
            </w:r>
          </w:p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Burmistrz  </w:t>
            </w:r>
          </w:p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Miasta i Gminy  </w:t>
            </w:r>
          </w:p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 Jutrosinie</w:t>
            </w:r>
          </w:p>
        </w:tc>
      </w:tr>
    </w:tbl>
    <w:p w:rsidR="00CA3F6C" w:rsidRDefault="00CA3F6C" w:rsidP="00DA0885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CA3F6C" w:rsidRDefault="00CA3F6C" w:rsidP="00DA0885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CA3F6C" w:rsidRDefault="00CA3F6C" w:rsidP="00DA0885">
      <w:pPr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A.</w:t>
      </w:r>
    </w:p>
    <w:tbl>
      <w:tblPr>
        <w:tblW w:w="10065" w:type="dxa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874"/>
        <w:gridCol w:w="4371"/>
        <w:gridCol w:w="1985"/>
        <w:gridCol w:w="1701"/>
        <w:gridCol w:w="1134"/>
      </w:tblGrid>
      <w:tr w:rsidR="00CA3F6C">
        <w:trPr>
          <w:cantSplit/>
          <w:tblHeader/>
        </w:trPr>
        <w:tc>
          <w:tcPr>
            <w:tcW w:w="8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Konto</w:t>
            </w:r>
          </w:p>
        </w:tc>
        <w:tc>
          <w:tcPr>
            <w:tcW w:w="43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Nazwa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Przychody</w:t>
            </w:r>
          </w:p>
        </w:tc>
      </w:tr>
      <w:tr w:rsidR="00CA3F6C">
        <w:trPr>
          <w:cantSplit/>
          <w:tblHeader/>
        </w:trPr>
        <w:tc>
          <w:tcPr>
            <w:tcW w:w="8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A3F6C" w:rsidRDefault="00CA3F6C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3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A3F6C" w:rsidRDefault="00CA3F6C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plan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wykonanie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%</w:t>
            </w:r>
          </w:p>
        </w:tc>
      </w:tr>
      <w:tr w:rsidR="00CA3F6C">
        <w:trPr>
          <w:cantSplit/>
          <w:tblHeader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Nagwektabeli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740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Dotacje budżetowe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216.000,00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Default="00CA3F6C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126.000,00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Default="00CA3F6C" w:rsidP="002A0AFA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58,33</w:t>
            </w:r>
          </w:p>
        </w:tc>
      </w:tr>
      <w:tr w:rsidR="00CA3F6C">
        <w:trPr>
          <w:cantSplit/>
          <w:tblHeader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Nagwektabeli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750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Przychody finansowe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300,00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Default="00CA3F6C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145,24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Default="00CA3F6C" w:rsidP="002A0AFA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48,41</w:t>
            </w:r>
          </w:p>
        </w:tc>
      </w:tr>
      <w:tr w:rsidR="00CA3F6C">
        <w:trPr>
          <w:cantSplit/>
          <w:tblHeader/>
        </w:trPr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Nagwek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216.300,00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Default="00CA3F6C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126.145,24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Default="00CA3F6C" w:rsidP="002A0AFA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58,326</w:t>
            </w:r>
          </w:p>
        </w:tc>
      </w:tr>
      <w:tr w:rsidR="00CA3F6C">
        <w:trPr>
          <w:cantSplit/>
        </w:trPr>
        <w:tc>
          <w:tcPr>
            <w:tcW w:w="5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stan środków na rachunku bankowym na początek okresu sprawozdawczego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 w:rsidP="00F83374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1.652,00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Default="00CA3F6C" w:rsidP="00F83374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1.651,34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CA3F6C">
        <w:trPr>
          <w:cantSplit/>
        </w:trPr>
        <w:tc>
          <w:tcPr>
            <w:tcW w:w="5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OGÓŁEM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217.952,000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127.796,58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</w:tr>
    </w:tbl>
    <w:p w:rsidR="00CA3F6C" w:rsidRDefault="00CA3F6C" w:rsidP="00DA0885">
      <w:pPr>
        <w:rPr>
          <w:rFonts w:ascii="Times New Roman" w:hAnsi="Times New Roman" w:cs="Times New Roman"/>
          <w:sz w:val="16"/>
          <w:szCs w:val="16"/>
        </w:rPr>
      </w:pPr>
    </w:p>
    <w:p w:rsidR="00CA3F6C" w:rsidRDefault="00CA3F6C" w:rsidP="00DA0885">
      <w:pPr>
        <w:rPr>
          <w:rFonts w:ascii="Times New Roman" w:hAnsi="Times New Roman" w:cs="Times New Roman"/>
          <w:sz w:val="16"/>
          <w:szCs w:val="16"/>
        </w:rPr>
      </w:pPr>
    </w:p>
    <w:p w:rsidR="00CA3F6C" w:rsidRDefault="00CA3F6C" w:rsidP="00DA0885">
      <w:pPr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B.</w:t>
      </w:r>
    </w:p>
    <w:tbl>
      <w:tblPr>
        <w:tblW w:w="10068" w:type="dxa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276"/>
        <w:gridCol w:w="3972"/>
        <w:gridCol w:w="1985"/>
        <w:gridCol w:w="1701"/>
        <w:gridCol w:w="1134"/>
      </w:tblGrid>
      <w:tr w:rsidR="00CA3F6C">
        <w:trPr>
          <w:cantSplit/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Konto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Nazwa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Koszty i inne obciążenia</w:t>
            </w:r>
          </w:p>
        </w:tc>
      </w:tr>
      <w:tr w:rsidR="00CA3F6C">
        <w:trPr>
          <w:cantSplit/>
          <w:tblHeader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6C" w:rsidRDefault="00CA3F6C">
            <w:pPr>
              <w:pStyle w:val="Nagwektabeli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6C" w:rsidRDefault="00CA3F6C">
            <w:pPr>
              <w:pStyle w:val="Nagwektabeli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:rsidR="00CA3F6C" w:rsidRDefault="00CA3F6C">
            <w:pPr>
              <w:pStyle w:val="Nagwek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plan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Nagwek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wykonanie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Default="00CA3F6C">
            <w:pPr>
              <w:pStyle w:val="Nagwek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CA3F6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407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Wynagrodzenia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139.700,00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74.594,56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53,99</w:t>
            </w:r>
          </w:p>
        </w:tc>
      </w:tr>
      <w:tr w:rsidR="00CA3F6C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408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Pozostałe świadczenia na rzecz pracowników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Default="00CA3F6C" w:rsidP="00F83374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A3F6C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411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Składki na ubezpieczenia społeczne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22.260,00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11.653,79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52,35</w:t>
            </w:r>
          </w:p>
        </w:tc>
      </w:tr>
      <w:tr w:rsidR="00CA3F6C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Składki na Fundusz Pracy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3.430,00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 w:rsidP="0097637A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1.350,54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39,57</w:t>
            </w:r>
          </w:p>
        </w:tc>
      </w:tr>
      <w:tr w:rsidR="00CA3F6C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421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Zużycie materiałów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 w:rsidP="00C719B5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13.270,40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42,80</w:t>
            </w:r>
          </w:p>
        </w:tc>
      </w:tr>
      <w:tr w:rsidR="00CA3F6C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426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Zużycie energii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255,79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36,54</w:t>
            </w:r>
          </w:p>
        </w:tc>
      </w:tr>
      <w:tr w:rsidR="00CA3F6C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427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Usługi remontowe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 w:rsidP="0000339C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6.000,00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937,76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15,62</w:t>
            </w:r>
          </w:p>
        </w:tc>
      </w:tr>
      <w:tr w:rsidR="00CA3F6C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Pozostałe usługi obce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3.300,00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1.387,80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42,05</w:t>
            </w:r>
          </w:p>
        </w:tc>
      </w:tr>
      <w:tr w:rsidR="00CA3F6C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437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Usługi telekomunikacyjne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4.200,00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1.720,54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40,96</w:t>
            </w:r>
          </w:p>
        </w:tc>
      </w:tr>
      <w:tr w:rsidR="00CA3F6C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441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Podróże służbowe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16,20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Default="00CA3F6C" w:rsidP="00512B72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8,10</w:t>
            </w:r>
          </w:p>
        </w:tc>
      </w:tr>
      <w:tr w:rsidR="00CA3F6C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444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Odpisy na ZFŚS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4.585,00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4.558,04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99,41</w:t>
            </w:r>
          </w:p>
        </w:tc>
      </w:tr>
      <w:tr w:rsidR="00CA3F6C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445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Pozostałe koszty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385,00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313,00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81,29</w:t>
            </w:r>
          </w:p>
        </w:tc>
      </w:tr>
      <w:tr w:rsidR="00CA3F6C">
        <w:trPr>
          <w:cantSplit/>
          <w:tblHeader/>
        </w:trPr>
        <w:tc>
          <w:tcPr>
            <w:tcW w:w="5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Nagwek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 w:rsidP="00C719B5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216.000,00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110.058,42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Default="00CA3F6C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50,95</w:t>
            </w:r>
          </w:p>
        </w:tc>
      </w:tr>
      <w:tr w:rsidR="00CA3F6C">
        <w:trPr>
          <w:cantSplit/>
        </w:trPr>
        <w:tc>
          <w:tcPr>
            <w:tcW w:w="52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 xml:space="preserve">Zakup opału 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73,80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Default="00CA3F6C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</w:p>
        </w:tc>
      </w:tr>
      <w:tr w:rsidR="00CA3F6C">
        <w:trPr>
          <w:cantSplit/>
        </w:trPr>
        <w:tc>
          <w:tcPr>
            <w:tcW w:w="52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Zużycie opału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FF0000"/>
                <w:sz w:val="16"/>
                <w:szCs w:val="16"/>
              </w:rPr>
              <w:t>2.077,00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Default="00CA3F6C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</w:p>
        </w:tc>
      </w:tr>
      <w:tr w:rsidR="00CA3F6C" w:rsidRPr="00BE0CCB">
        <w:trPr>
          <w:cantSplit/>
        </w:trPr>
        <w:tc>
          <w:tcPr>
            <w:tcW w:w="52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Pr="00BE0CCB" w:rsidRDefault="00CA3F6C" w:rsidP="007154BC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Zobowiązania dotyczące 2010</w:t>
            </w:r>
            <w:r w:rsidRPr="00BE0CC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r.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Pr="00BE0CCB" w:rsidRDefault="00CA3F6C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Pr="00BE0CCB" w:rsidRDefault="00CA3F6C" w:rsidP="00BE0CCB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6"/>
                <w:szCs w:val="16"/>
              </w:rPr>
            </w:pPr>
            <w:r w:rsidRPr="00BE0CC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6"/>
                <w:szCs w:val="16"/>
              </w:rPr>
              <w:t>479,56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Pr="00BE0CCB" w:rsidRDefault="00CA3F6C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</w:p>
        </w:tc>
      </w:tr>
      <w:tr w:rsidR="00CA3F6C">
        <w:trPr>
          <w:cantSplit/>
        </w:trPr>
        <w:tc>
          <w:tcPr>
            <w:tcW w:w="52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Nagwektabeli"/>
              <w:rPr>
                <w:rFonts w:ascii="Times New Roman" w:hAnsi="Times New Roman" w:cs="Times New Roman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stan środków na rachunku bankowym na koniec okresu sprawozdawczego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1.952,00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19.261,80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Default="00CA3F6C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3F6C">
        <w:trPr>
          <w:cantSplit/>
        </w:trPr>
        <w:tc>
          <w:tcPr>
            <w:tcW w:w="52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OGÓŁEM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217.952,00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127.796,58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F6C" w:rsidRDefault="00CA3F6C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</w:tr>
    </w:tbl>
    <w:p w:rsidR="00CA3F6C" w:rsidRDefault="00CA3F6C" w:rsidP="00DA0885">
      <w:pPr>
        <w:rPr>
          <w:rFonts w:ascii="Times New Roman" w:hAnsi="Times New Roman" w:cs="Times New Roman"/>
          <w:sz w:val="20"/>
          <w:szCs w:val="20"/>
        </w:rPr>
      </w:pPr>
    </w:p>
    <w:p w:rsidR="00CA3F6C" w:rsidRDefault="00CA3F6C" w:rsidP="00DA0885">
      <w:pPr>
        <w:rPr>
          <w:rFonts w:ascii="Times New Roman" w:hAnsi="Times New Roman" w:cs="Times New Roman"/>
          <w:sz w:val="20"/>
          <w:szCs w:val="20"/>
        </w:rPr>
      </w:pPr>
    </w:p>
    <w:p w:rsidR="00CA3F6C" w:rsidRDefault="00CA3F6C" w:rsidP="00127B75">
      <w:pPr>
        <w:pStyle w:val="BodyText"/>
        <w:rPr>
          <w:sz w:val="22"/>
          <w:szCs w:val="22"/>
        </w:rPr>
      </w:pPr>
      <w:r>
        <w:rPr>
          <w:sz w:val="22"/>
          <w:szCs w:val="22"/>
        </w:rPr>
        <w:t>Na dzień 30.06.2011r. w budżecie Biblioteki Publicznej Miasta i Gminy w Jutrosinie nie wystąpiły należności                  i zobowiązania, w tym wymagalne.</w:t>
      </w:r>
    </w:p>
    <w:p w:rsidR="00CA3F6C" w:rsidRPr="00127B75" w:rsidRDefault="00CA3F6C" w:rsidP="00127B75">
      <w:pPr>
        <w:pStyle w:val="BodyText"/>
        <w:rPr>
          <w:rFonts w:cs="Times New Roman"/>
          <w:sz w:val="22"/>
          <w:szCs w:val="22"/>
        </w:rPr>
      </w:pPr>
    </w:p>
    <w:p w:rsidR="00CA3F6C" w:rsidRDefault="00CA3F6C" w:rsidP="00DA0885">
      <w:pPr>
        <w:ind w:firstLine="567"/>
        <w:jc w:val="center"/>
        <w:rPr>
          <w:rFonts w:ascii="Book Antiqua" w:eastAsia="Arial Unicode MS" w:hAnsi="Book Antiqua" w:cs="Book Antiqua"/>
          <w:b/>
          <w:bCs/>
          <w:i/>
          <w:iCs/>
          <w:color w:val="auto"/>
          <w:sz w:val="22"/>
          <w:szCs w:val="22"/>
        </w:rPr>
      </w:pPr>
      <w:r>
        <w:rPr>
          <w:rFonts w:ascii="Book Antiqua" w:eastAsia="Arial Unicode MS" w:hAnsi="Book Antiqua" w:cs="Book Antiqua"/>
          <w:b/>
          <w:bCs/>
          <w:i/>
          <w:iCs/>
          <w:sz w:val="22"/>
          <w:szCs w:val="22"/>
        </w:rPr>
        <w:t xml:space="preserve">Omówienie </w:t>
      </w:r>
      <w:r>
        <w:rPr>
          <w:rFonts w:ascii="Book Antiqua" w:eastAsia="Arial Unicode MS" w:hAnsi="Book Antiqua" w:cs="Book Antiqua"/>
          <w:b/>
          <w:bCs/>
          <w:i/>
          <w:iCs/>
          <w:color w:val="auto"/>
          <w:sz w:val="22"/>
          <w:szCs w:val="22"/>
        </w:rPr>
        <w:t>przychodów i kosztów</w:t>
      </w:r>
    </w:p>
    <w:p w:rsidR="00CA3F6C" w:rsidRDefault="00CA3F6C" w:rsidP="00DA0885">
      <w:pPr>
        <w:ind w:firstLine="567"/>
        <w:jc w:val="center"/>
        <w:rPr>
          <w:rFonts w:ascii="Book Antiqua" w:eastAsia="Arial Unicode MS" w:hAnsi="Book Antiqua" w:cs="Book Antiqua"/>
          <w:b/>
          <w:bCs/>
          <w:i/>
          <w:iCs/>
          <w:sz w:val="22"/>
          <w:szCs w:val="22"/>
        </w:rPr>
      </w:pPr>
      <w:r>
        <w:rPr>
          <w:rFonts w:ascii="Book Antiqua" w:eastAsia="Arial Unicode MS" w:hAnsi="Book Antiqua" w:cs="Book Antiqua"/>
          <w:b/>
          <w:bCs/>
          <w:i/>
          <w:iCs/>
          <w:sz w:val="22"/>
          <w:szCs w:val="22"/>
        </w:rPr>
        <w:t>Biblioteki Publicznej Miasta i Gminy w Jutrosinie</w:t>
      </w:r>
    </w:p>
    <w:p w:rsidR="00CA3F6C" w:rsidRDefault="00CA3F6C" w:rsidP="00DA0885">
      <w:pPr>
        <w:ind w:firstLine="567"/>
        <w:jc w:val="center"/>
        <w:rPr>
          <w:rFonts w:ascii="Book Antiqua" w:eastAsia="Arial Unicode MS" w:hAnsi="Book Antiqua" w:cs="Book Antiqua"/>
          <w:b/>
          <w:bCs/>
          <w:i/>
          <w:iCs/>
          <w:sz w:val="22"/>
          <w:szCs w:val="22"/>
        </w:rPr>
      </w:pPr>
      <w:r>
        <w:rPr>
          <w:rFonts w:ascii="Book Antiqua" w:eastAsia="Arial Unicode MS" w:hAnsi="Book Antiqua" w:cs="Book Antiqua"/>
          <w:b/>
          <w:bCs/>
          <w:i/>
          <w:iCs/>
          <w:sz w:val="22"/>
          <w:szCs w:val="22"/>
        </w:rPr>
        <w:t>za I półrocze 2011 rok.</w:t>
      </w:r>
    </w:p>
    <w:p w:rsidR="00CA3F6C" w:rsidRDefault="00CA3F6C" w:rsidP="00DA0885">
      <w:pPr>
        <w:jc w:val="both"/>
        <w:rPr>
          <w:rFonts w:cs="Times New Roman"/>
          <w:sz w:val="22"/>
          <w:szCs w:val="22"/>
        </w:rPr>
      </w:pPr>
    </w:p>
    <w:p w:rsidR="00CA3F6C" w:rsidRDefault="00CA3F6C" w:rsidP="00DA0885">
      <w:pPr>
        <w:jc w:val="both"/>
        <w:rPr>
          <w:rFonts w:cs="Times New Roman"/>
          <w:sz w:val="22"/>
          <w:szCs w:val="22"/>
        </w:rPr>
      </w:pPr>
    </w:p>
    <w:p w:rsidR="00CA3F6C" w:rsidRDefault="00CA3F6C" w:rsidP="00DA0885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Biblioteka Publiczna Miasta i Gminy w Jutrosinie działa jako samorządowa instytucja kultury                 od 01 stycznia 2004 roku. Instytucja ta służy zaspokajaniu potrzeb czytelniczych, kulturalnych, oświatowych                      i informacyjnych mieszkańców Gminy oraz uczestniczy w upowszechnianiu wiedzy i kultury.</w:t>
      </w:r>
    </w:p>
    <w:p w:rsidR="00CA3F6C" w:rsidRDefault="00CA3F6C" w:rsidP="00DA0885">
      <w:pPr>
        <w:ind w:firstLine="567"/>
        <w:jc w:val="both"/>
        <w:rPr>
          <w:rFonts w:cs="Times New Roman"/>
          <w:sz w:val="22"/>
          <w:szCs w:val="22"/>
        </w:rPr>
      </w:pPr>
      <w:r>
        <w:rPr>
          <w:sz w:val="22"/>
          <w:szCs w:val="22"/>
        </w:rPr>
        <w:t xml:space="preserve">W 2011 roku z budżetu Miasta i Gminy w Jutrosinie została przyznana dotacja w wysokości </w:t>
      </w:r>
      <w:r w:rsidRPr="009037C6"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>16</w:t>
      </w:r>
      <w:r w:rsidRPr="009037C6">
        <w:rPr>
          <w:b/>
          <w:bCs/>
          <w:sz w:val="22"/>
          <w:szCs w:val="22"/>
        </w:rPr>
        <w:t>.000,00 zł.</w:t>
      </w:r>
      <w:r>
        <w:rPr>
          <w:sz w:val="22"/>
          <w:szCs w:val="22"/>
        </w:rPr>
        <w:t xml:space="preserve"> na bieżące funkcjonowanie instytucji. Kwota przekazanej dotacji na </w:t>
      </w:r>
      <w:r w:rsidRPr="00743DA0">
        <w:rPr>
          <w:b/>
          <w:bCs/>
          <w:sz w:val="22"/>
          <w:szCs w:val="22"/>
        </w:rPr>
        <w:t>30.06.201</w:t>
      </w:r>
      <w:r>
        <w:rPr>
          <w:b/>
          <w:bCs/>
          <w:sz w:val="22"/>
          <w:szCs w:val="22"/>
        </w:rPr>
        <w:t>1</w:t>
      </w:r>
      <w:r w:rsidRPr="00743DA0">
        <w:rPr>
          <w:b/>
          <w:bCs/>
          <w:sz w:val="22"/>
          <w:szCs w:val="22"/>
        </w:rPr>
        <w:t>r.</w:t>
      </w:r>
      <w:r>
        <w:rPr>
          <w:sz w:val="22"/>
          <w:szCs w:val="22"/>
        </w:rPr>
        <w:t xml:space="preserve"> to </w:t>
      </w:r>
      <w:r w:rsidRPr="009037C6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26</w:t>
      </w:r>
      <w:r w:rsidRPr="009037C6">
        <w:rPr>
          <w:b/>
          <w:bCs/>
          <w:sz w:val="22"/>
          <w:szCs w:val="22"/>
        </w:rPr>
        <w:t>.000,00 zł.</w:t>
      </w:r>
    </w:p>
    <w:p w:rsidR="00CA3F6C" w:rsidRDefault="00CA3F6C" w:rsidP="00DA088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Przychody finansowe instytucji kultury w kwocie </w:t>
      </w:r>
      <w:r>
        <w:rPr>
          <w:b/>
          <w:bCs/>
          <w:sz w:val="22"/>
          <w:szCs w:val="22"/>
        </w:rPr>
        <w:t>145,24 zł.</w:t>
      </w:r>
      <w:r>
        <w:rPr>
          <w:sz w:val="22"/>
          <w:szCs w:val="22"/>
        </w:rPr>
        <w:t xml:space="preserve"> to odsetki od środków zgromadzonych na rachunku bankowym.</w:t>
      </w:r>
    </w:p>
    <w:p w:rsidR="00CA3F6C" w:rsidRDefault="00CA3F6C" w:rsidP="00DA0885">
      <w:pPr>
        <w:jc w:val="both"/>
        <w:rPr>
          <w:sz w:val="22"/>
          <w:szCs w:val="22"/>
        </w:rPr>
      </w:pPr>
    </w:p>
    <w:p w:rsidR="00CA3F6C" w:rsidRDefault="00CA3F6C" w:rsidP="00DA0885">
      <w:pPr>
        <w:jc w:val="both"/>
        <w:rPr>
          <w:sz w:val="22"/>
          <w:szCs w:val="22"/>
        </w:rPr>
      </w:pPr>
      <w:r>
        <w:rPr>
          <w:sz w:val="22"/>
          <w:szCs w:val="22"/>
        </w:rPr>
        <w:t>Biblioteka Publiczna Miasta i Gminy swoim działaniem obejmuje zarówno miasto jak i okoliczne miejscowości na terenie gminy Jutrosin. Siedzibie głównej w Jutrosinie podlegają dwie filie biblioteczne w miejscowości Dubin i Szkaradowo.</w:t>
      </w:r>
    </w:p>
    <w:p w:rsidR="00CA3F6C" w:rsidRDefault="00CA3F6C" w:rsidP="00DA0885">
      <w:pPr>
        <w:jc w:val="both"/>
        <w:rPr>
          <w:sz w:val="22"/>
          <w:szCs w:val="22"/>
        </w:rPr>
      </w:pPr>
      <w:r>
        <w:rPr>
          <w:sz w:val="22"/>
          <w:szCs w:val="22"/>
        </w:rPr>
        <w:t>W bibliotece zatrudnione są na pełnych etatach:</w:t>
      </w:r>
    </w:p>
    <w:p w:rsidR="00CA3F6C" w:rsidRDefault="00CA3F6C" w:rsidP="00DA088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- 2 osoby w bibliotece w Jutrosinie,</w:t>
      </w:r>
    </w:p>
    <w:p w:rsidR="00CA3F6C" w:rsidRDefault="00CA3F6C" w:rsidP="00DA088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- 1 osoba w filii bibliotecznej w Dubinie.</w:t>
      </w:r>
    </w:p>
    <w:p w:rsidR="00CA3F6C" w:rsidRDefault="00CA3F6C" w:rsidP="00DA088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- 1 osoba w filii bibliotecznej w Szkaradowie,</w:t>
      </w:r>
    </w:p>
    <w:p w:rsidR="00CA3F6C" w:rsidRDefault="00CA3F6C" w:rsidP="00DA0885">
      <w:pPr>
        <w:jc w:val="both"/>
        <w:rPr>
          <w:sz w:val="22"/>
          <w:szCs w:val="22"/>
        </w:rPr>
      </w:pPr>
    </w:p>
    <w:p w:rsidR="00CA3F6C" w:rsidRDefault="00CA3F6C" w:rsidP="00DA0885">
      <w:pPr>
        <w:jc w:val="both"/>
        <w:rPr>
          <w:sz w:val="22"/>
          <w:szCs w:val="22"/>
        </w:rPr>
      </w:pPr>
    </w:p>
    <w:p w:rsidR="00CA3F6C" w:rsidRDefault="00CA3F6C" w:rsidP="00DA0885">
      <w:pPr>
        <w:jc w:val="both"/>
        <w:rPr>
          <w:sz w:val="22"/>
          <w:szCs w:val="22"/>
        </w:rPr>
      </w:pPr>
      <w:r>
        <w:rPr>
          <w:sz w:val="22"/>
          <w:szCs w:val="22"/>
        </w:rPr>
        <w:t>W okresie sprawozdawczym budżet Biblioteki Publicznej Miasta i Gminy w Jutrosinie został przeznaczony na:</w:t>
      </w:r>
    </w:p>
    <w:p w:rsidR="00CA3F6C" w:rsidRDefault="00CA3F6C" w:rsidP="00DA0885">
      <w:pPr>
        <w:jc w:val="both"/>
        <w:rPr>
          <w:sz w:val="22"/>
          <w:szCs w:val="22"/>
        </w:rPr>
      </w:pPr>
    </w:p>
    <w:p w:rsidR="00CA3F6C" w:rsidRDefault="00CA3F6C" w:rsidP="00142E6E">
      <w:pPr>
        <w:pStyle w:val="ListParagraph"/>
        <w:numPr>
          <w:ilvl w:val="0"/>
          <w:numId w:val="4"/>
        </w:numPr>
        <w:jc w:val="both"/>
        <w:rPr>
          <w:rFonts w:cs="Times New Roman"/>
          <w:sz w:val="22"/>
          <w:szCs w:val="22"/>
        </w:rPr>
      </w:pPr>
      <w:r>
        <w:rPr>
          <w:sz w:val="22"/>
          <w:szCs w:val="22"/>
        </w:rPr>
        <w:t xml:space="preserve">Konto 407, 411, 412 – Wynagrodzenia i składniki pochodne od wynagrodzeń dla zatrudnionych pracowników w kwocie </w:t>
      </w:r>
      <w:r>
        <w:rPr>
          <w:b/>
          <w:bCs/>
          <w:sz w:val="22"/>
          <w:szCs w:val="22"/>
        </w:rPr>
        <w:t>75.510,03</w:t>
      </w:r>
      <w:r w:rsidRPr="00E24BF7">
        <w:rPr>
          <w:b/>
          <w:bCs/>
          <w:sz w:val="22"/>
          <w:szCs w:val="22"/>
        </w:rPr>
        <w:t xml:space="preserve"> zł.</w:t>
      </w:r>
      <w:r>
        <w:rPr>
          <w:sz w:val="22"/>
          <w:szCs w:val="22"/>
        </w:rPr>
        <w:t xml:space="preserve">. Pokryto również koszty wynagrodzeń bezosobowych z tytułu umowy o dziełow kwocie </w:t>
      </w:r>
      <w:r>
        <w:rPr>
          <w:b/>
          <w:bCs/>
          <w:sz w:val="22"/>
          <w:szCs w:val="22"/>
        </w:rPr>
        <w:t>387</w:t>
      </w:r>
      <w:r w:rsidRPr="00E24BF7">
        <w:rPr>
          <w:b/>
          <w:bCs/>
          <w:sz w:val="22"/>
          <w:szCs w:val="22"/>
        </w:rPr>
        <w:t>,00 zł.</w:t>
      </w:r>
    </w:p>
    <w:p w:rsidR="00CA3F6C" w:rsidRPr="00386C60" w:rsidRDefault="00CA3F6C" w:rsidP="00E24BF7">
      <w:pPr>
        <w:pStyle w:val="ListParagraph"/>
        <w:numPr>
          <w:ilvl w:val="0"/>
          <w:numId w:val="4"/>
        </w:numPr>
        <w:jc w:val="both"/>
        <w:rPr>
          <w:sz w:val="22"/>
          <w:szCs w:val="22"/>
        </w:rPr>
      </w:pPr>
      <w:r w:rsidRPr="00386C60">
        <w:rPr>
          <w:sz w:val="22"/>
          <w:szCs w:val="22"/>
        </w:rPr>
        <w:t xml:space="preserve">Konto 421 – Zakup materiałów biurowych, prenumeraty czasopism i nagród dla dzieci biorących udział w organizowanych konkursach oraz </w:t>
      </w:r>
      <w:r>
        <w:rPr>
          <w:sz w:val="22"/>
          <w:szCs w:val="22"/>
        </w:rPr>
        <w:t>z</w:t>
      </w:r>
      <w:r w:rsidRPr="00386C60">
        <w:rPr>
          <w:sz w:val="22"/>
          <w:szCs w:val="22"/>
        </w:rPr>
        <w:t xml:space="preserve">akup książek na wyposażenie księgozbioru. </w:t>
      </w:r>
    </w:p>
    <w:p w:rsidR="00CA3F6C" w:rsidRPr="00E24BF7" w:rsidRDefault="00CA3F6C" w:rsidP="00743DA0">
      <w:pPr>
        <w:pStyle w:val="ListParagraph"/>
        <w:jc w:val="both"/>
        <w:rPr>
          <w:rFonts w:cs="Times New Roman"/>
          <w:sz w:val="22"/>
          <w:szCs w:val="22"/>
        </w:rPr>
      </w:pPr>
      <w:r>
        <w:rPr>
          <w:sz w:val="22"/>
          <w:szCs w:val="22"/>
        </w:rPr>
        <w:t>W ramach zaplanowanych środków na księgozbiór w kwocie</w:t>
      </w:r>
      <w:r w:rsidRPr="003A70B9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4</w:t>
      </w:r>
      <w:r w:rsidRPr="003A70B9">
        <w:rPr>
          <w:b/>
          <w:bCs/>
          <w:sz w:val="22"/>
          <w:szCs w:val="22"/>
        </w:rPr>
        <w:t>.000,00 zł.</w:t>
      </w:r>
      <w:r>
        <w:rPr>
          <w:sz w:val="22"/>
          <w:szCs w:val="22"/>
        </w:rPr>
        <w:t xml:space="preserve"> wydatkowano kwotę </w:t>
      </w:r>
      <w:r w:rsidRPr="00386C60">
        <w:rPr>
          <w:b/>
          <w:bCs/>
          <w:sz w:val="22"/>
          <w:szCs w:val="22"/>
        </w:rPr>
        <w:t>9.136,79</w:t>
      </w:r>
      <w:r w:rsidRPr="003A70B9">
        <w:rPr>
          <w:b/>
          <w:bCs/>
          <w:sz w:val="22"/>
          <w:szCs w:val="22"/>
        </w:rPr>
        <w:t xml:space="preserve"> zł.</w:t>
      </w:r>
      <w:r>
        <w:rPr>
          <w:sz w:val="22"/>
          <w:szCs w:val="22"/>
        </w:rPr>
        <w:t xml:space="preserve"> według niżej przedstawionego zestawienia:</w:t>
      </w:r>
    </w:p>
    <w:p w:rsidR="00CA3F6C" w:rsidRDefault="00CA3F6C" w:rsidP="007674C6">
      <w:pPr>
        <w:pStyle w:val="ListParagraph"/>
        <w:numPr>
          <w:ilvl w:val="0"/>
          <w:numId w:val="5"/>
        </w:numPr>
        <w:jc w:val="both"/>
        <w:rPr>
          <w:rFonts w:cs="Times New Roman"/>
          <w:b/>
          <w:bCs/>
          <w:sz w:val="22"/>
          <w:szCs w:val="22"/>
        </w:rPr>
      </w:pPr>
      <w:r>
        <w:rPr>
          <w:sz w:val="22"/>
          <w:szCs w:val="22"/>
        </w:rPr>
        <w:t xml:space="preserve">biblioteka Jutrosin </w:t>
      </w:r>
      <w:r w:rsidRPr="00386C60">
        <w:rPr>
          <w:b/>
          <w:bCs/>
          <w:sz w:val="22"/>
          <w:szCs w:val="22"/>
        </w:rPr>
        <w:t>6.335,96</w:t>
      </w:r>
      <w:r w:rsidRPr="00446B63">
        <w:rPr>
          <w:b/>
          <w:bCs/>
          <w:sz w:val="22"/>
          <w:szCs w:val="22"/>
        </w:rPr>
        <w:t xml:space="preserve"> zł.</w:t>
      </w:r>
    </w:p>
    <w:p w:rsidR="00CA3F6C" w:rsidRPr="00446B63" w:rsidRDefault="00CA3F6C" w:rsidP="007674C6">
      <w:pPr>
        <w:pStyle w:val="ListParagraph"/>
        <w:numPr>
          <w:ilvl w:val="0"/>
          <w:numId w:val="5"/>
        </w:numPr>
        <w:jc w:val="both"/>
        <w:rPr>
          <w:rFonts w:cs="Times New Roman"/>
          <w:sz w:val="22"/>
          <w:szCs w:val="22"/>
        </w:rPr>
      </w:pPr>
      <w:r>
        <w:rPr>
          <w:sz w:val="22"/>
          <w:szCs w:val="22"/>
        </w:rPr>
        <w:t>f</w:t>
      </w:r>
      <w:r w:rsidRPr="00446B63">
        <w:rPr>
          <w:sz w:val="22"/>
          <w:szCs w:val="22"/>
        </w:rPr>
        <w:t>ilia Dubin</w:t>
      </w:r>
      <w:r>
        <w:rPr>
          <w:b/>
          <w:bCs/>
          <w:sz w:val="22"/>
          <w:szCs w:val="22"/>
        </w:rPr>
        <w:t>1.917,70 zł.</w:t>
      </w:r>
    </w:p>
    <w:p w:rsidR="00CA3F6C" w:rsidRPr="00E24BF7" w:rsidRDefault="00CA3F6C" w:rsidP="00E24BF7">
      <w:pPr>
        <w:pStyle w:val="ListParagraph"/>
        <w:numPr>
          <w:ilvl w:val="0"/>
          <w:numId w:val="5"/>
        </w:numPr>
        <w:jc w:val="both"/>
        <w:rPr>
          <w:rFonts w:cs="Times New Roman"/>
          <w:sz w:val="22"/>
          <w:szCs w:val="22"/>
        </w:rPr>
      </w:pPr>
      <w:r>
        <w:rPr>
          <w:sz w:val="22"/>
          <w:szCs w:val="22"/>
        </w:rPr>
        <w:t xml:space="preserve">filia Szkaradowo    </w:t>
      </w:r>
      <w:r w:rsidRPr="00386C60">
        <w:rPr>
          <w:b/>
          <w:bCs/>
          <w:sz w:val="22"/>
          <w:szCs w:val="22"/>
        </w:rPr>
        <w:t>883,13</w:t>
      </w:r>
      <w:r>
        <w:rPr>
          <w:b/>
          <w:bCs/>
          <w:sz w:val="22"/>
          <w:szCs w:val="22"/>
        </w:rPr>
        <w:t xml:space="preserve"> zł.</w:t>
      </w:r>
    </w:p>
    <w:p w:rsidR="00CA3F6C" w:rsidRDefault="00CA3F6C" w:rsidP="00142E6E">
      <w:pPr>
        <w:pStyle w:val="ListParagraph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Konto 426 – Koszty zużycia energii elektrycznej i wody .  </w:t>
      </w:r>
    </w:p>
    <w:p w:rsidR="00CA3F6C" w:rsidRDefault="00CA3F6C" w:rsidP="00142E6E">
      <w:pPr>
        <w:pStyle w:val="ListParagraph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Konto 427 – Większość prac remontowych zaplanowano w II półroczu 2011r.</w:t>
      </w:r>
    </w:p>
    <w:p w:rsidR="00CA3F6C" w:rsidRDefault="00CA3F6C" w:rsidP="00142E6E">
      <w:pPr>
        <w:pStyle w:val="ListParagraph"/>
        <w:numPr>
          <w:ilvl w:val="0"/>
          <w:numId w:val="4"/>
        </w:numPr>
        <w:jc w:val="both"/>
        <w:rPr>
          <w:rFonts w:cs="Times New Roman"/>
          <w:sz w:val="22"/>
          <w:szCs w:val="22"/>
        </w:rPr>
      </w:pPr>
      <w:r w:rsidRPr="00743DA0">
        <w:rPr>
          <w:sz w:val="22"/>
          <w:szCs w:val="22"/>
        </w:rPr>
        <w:t>Konto 430 –</w:t>
      </w:r>
      <w:r>
        <w:rPr>
          <w:sz w:val="22"/>
          <w:szCs w:val="22"/>
        </w:rPr>
        <w:t xml:space="preserve"> Koszty</w:t>
      </w:r>
      <w:r w:rsidRPr="00743DA0">
        <w:rPr>
          <w:sz w:val="22"/>
          <w:szCs w:val="22"/>
        </w:rPr>
        <w:t>prowizji bankowych, wywozu odp</w:t>
      </w:r>
      <w:r>
        <w:rPr>
          <w:sz w:val="22"/>
          <w:szCs w:val="22"/>
        </w:rPr>
        <w:t xml:space="preserve">adów, szkolenie dla pracownikai </w:t>
      </w:r>
      <w:r w:rsidRPr="00743DA0">
        <w:rPr>
          <w:rFonts w:cs="Times New Roman"/>
          <w:sz w:val="22"/>
          <w:szCs w:val="22"/>
        </w:rPr>
        <w:t>odśnieżania</w:t>
      </w:r>
      <w:r w:rsidRPr="00743DA0">
        <w:rPr>
          <w:sz w:val="22"/>
          <w:szCs w:val="22"/>
        </w:rPr>
        <w:t xml:space="preserve"> dachu. Opłacono </w:t>
      </w:r>
      <w:r w:rsidRPr="00743DA0">
        <w:rPr>
          <w:rFonts w:cs="Times New Roman"/>
          <w:sz w:val="22"/>
          <w:szCs w:val="22"/>
        </w:rPr>
        <w:t>również</w:t>
      </w:r>
      <w:r w:rsidRPr="00743DA0">
        <w:rPr>
          <w:sz w:val="22"/>
          <w:szCs w:val="22"/>
        </w:rPr>
        <w:t xml:space="preserve"> abonament RTV za 201</w:t>
      </w:r>
      <w:r>
        <w:rPr>
          <w:sz w:val="22"/>
          <w:szCs w:val="22"/>
        </w:rPr>
        <w:t>1</w:t>
      </w:r>
      <w:r w:rsidRPr="00743DA0">
        <w:rPr>
          <w:sz w:val="22"/>
          <w:szCs w:val="22"/>
        </w:rPr>
        <w:t xml:space="preserve">r. </w:t>
      </w:r>
    </w:p>
    <w:p w:rsidR="00CA3F6C" w:rsidRDefault="00CA3F6C" w:rsidP="00142E6E">
      <w:pPr>
        <w:pStyle w:val="ListParagraph"/>
        <w:numPr>
          <w:ilvl w:val="0"/>
          <w:numId w:val="4"/>
        </w:numPr>
        <w:jc w:val="both"/>
        <w:rPr>
          <w:rFonts w:cs="Times New Roman"/>
          <w:sz w:val="22"/>
          <w:szCs w:val="22"/>
        </w:rPr>
      </w:pPr>
      <w:r w:rsidRPr="009F606C">
        <w:rPr>
          <w:sz w:val="22"/>
          <w:szCs w:val="22"/>
        </w:rPr>
        <w:t>Konto 4</w:t>
      </w:r>
      <w:r>
        <w:rPr>
          <w:sz w:val="22"/>
          <w:szCs w:val="22"/>
        </w:rPr>
        <w:t>37</w:t>
      </w:r>
      <w:r w:rsidRPr="009F606C">
        <w:rPr>
          <w:sz w:val="22"/>
          <w:szCs w:val="22"/>
        </w:rPr>
        <w:t xml:space="preserve"> – </w:t>
      </w:r>
      <w:r>
        <w:rPr>
          <w:sz w:val="22"/>
          <w:szCs w:val="22"/>
        </w:rPr>
        <w:t>O</w:t>
      </w:r>
      <w:r w:rsidRPr="009F606C">
        <w:rPr>
          <w:sz w:val="22"/>
          <w:szCs w:val="22"/>
        </w:rPr>
        <w:t>płat</w:t>
      </w:r>
      <w:r>
        <w:rPr>
          <w:sz w:val="22"/>
          <w:szCs w:val="22"/>
        </w:rPr>
        <w:t>y</w:t>
      </w:r>
      <w:r w:rsidRPr="009F606C">
        <w:rPr>
          <w:sz w:val="22"/>
          <w:szCs w:val="22"/>
        </w:rPr>
        <w:t xml:space="preserve"> za abonament i rozmowy telefoniczne  oraz korzystanie z Internetu.</w:t>
      </w:r>
    </w:p>
    <w:p w:rsidR="00CA3F6C" w:rsidRDefault="00CA3F6C" w:rsidP="00142E6E">
      <w:pPr>
        <w:pStyle w:val="ListParagraph"/>
        <w:numPr>
          <w:ilvl w:val="0"/>
          <w:numId w:val="4"/>
        </w:numPr>
        <w:jc w:val="both"/>
        <w:rPr>
          <w:rFonts w:cs="Times New Roman"/>
          <w:sz w:val="22"/>
          <w:szCs w:val="22"/>
        </w:rPr>
      </w:pPr>
      <w:r>
        <w:rPr>
          <w:sz w:val="22"/>
          <w:szCs w:val="22"/>
        </w:rPr>
        <w:t xml:space="preserve">Konto 443 </w:t>
      </w:r>
      <w:r w:rsidRPr="009F606C">
        <w:rPr>
          <w:sz w:val="22"/>
          <w:szCs w:val="22"/>
        </w:rPr>
        <w:t>–</w:t>
      </w:r>
      <w:r>
        <w:rPr>
          <w:sz w:val="22"/>
          <w:szCs w:val="22"/>
        </w:rPr>
        <w:t>Opłata</w:t>
      </w:r>
      <w:r w:rsidRPr="009F606C">
        <w:rPr>
          <w:sz w:val="22"/>
          <w:szCs w:val="22"/>
        </w:rPr>
        <w:t xml:space="preserve"> składki za ubezpieczenie majątku i OC. </w:t>
      </w:r>
    </w:p>
    <w:p w:rsidR="00CA3F6C" w:rsidRDefault="00CA3F6C" w:rsidP="009F606C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t xml:space="preserve">Konto </w:t>
      </w:r>
      <w:r w:rsidRPr="009F606C">
        <w:rPr>
          <w:sz w:val="22"/>
          <w:szCs w:val="22"/>
        </w:rPr>
        <w:t>444–</w:t>
      </w:r>
      <w:r>
        <w:rPr>
          <w:sz w:val="22"/>
          <w:szCs w:val="22"/>
        </w:rPr>
        <w:t xml:space="preserve"> Odpis </w:t>
      </w:r>
      <w:r w:rsidRPr="009F606C">
        <w:rPr>
          <w:sz w:val="22"/>
          <w:szCs w:val="22"/>
        </w:rPr>
        <w:t xml:space="preserve">na </w:t>
      </w:r>
      <w:r>
        <w:rPr>
          <w:sz w:val="22"/>
          <w:szCs w:val="22"/>
        </w:rPr>
        <w:t>Zakładowy</w:t>
      </w:r>
      <w:r w:rsidRPr="009F606C">
        <w:rPr>
          <w:sz w:val="22"/>
          <w:szCs w:val="22"/>
        </w:rPr>
        <w:t xml:space="preserve"> Funduszu Świ</w:t>
      </w:r>
      <w:r>
        <w:rPr>
          <w:sz w:val="22"/>
          <w:szCs w:val="22"/>
        </w:rPr>
        <w:t xml:space="preserve">adczeń Socjalnych  /cztery pełne etaty i jedna </w:t>
      </w:r>
      <w:r w:rsidRPr="009F606C">
        <w:rPr>
          <w:sz w:val="22"/>
          <w:szCs w:val="22"/>
        </w:rPr>
        <w:t xml:space="preserve">emerytka/. </w:t>
      </w:r>
    </w:p>
    <w:p w:rsidR="00CA3F6C" w:rsidRDefault="00CA3F6C" w:rsidP="009F606C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CA3F6C" w:rsidRDefault="00CA3F6C" w:rsidP="00C2573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9F606C">
        <w:rPr>
          <w:rFonts w:ascii="Times New Roman" w:hAnsi="Times New Roman" w:cs="Times New Roman"/>
          <w:sz w:val="22"/>
          <w:szCs w:val="22"/>
        </w:rPr>
        <w:t>Zakup opału zapl</w:t>
      </w:r>
      <w:r>
        <w:rPr>
          <w:rFonts w:ascii="Times New Roman" w:hAnsi="Times New Roman" w:cs="Times New Roman"/>
          <w:sz w:val="22"/>
          <w:szCs w:val="22"/>
        </w:rPr>
        <w:t>anowano w II półroczu 2011 roku.</w:t>
      </w:r>
    </w:p>
    <w:p w:rsidR="00CA3F6C" w:rsidRDefault="00CA3F6C" w:rsidP="00DA0885">
      <w:pPr>
        <w:rPr>
          <w:rFonts w:ascii="Times New Roman" w:hAnsi="Times New Roman" w:cs="Times New Roman"/>
          <w:sz w:val="22"/>
          <w:szCs w:val="22"/>
        </w:rPr>
      </w:pPr>
    </w:p>
    <w:p w:rsidR="00CA3F6C" w:rsidRDefault="00CA3F6C" w:rsidP="00DA0885">
      <w:pPr>
        <w:rPr>
          <w:rFonts w:ascii="Times New Roman" w:hAnsi="Times New Roman" w:cs="Times New Roman"/>
          <w:sz w:val="22"/>
          <w:szCs w:val="22"/>
        </w:rPr>
      </w:pPr>
    </w:p>
    <w:p w:rsidR="00CA3F6C" w:rsidRPr="00E24BF7" w:rsidRDefault="00CA3F6C" w:rsidP="00DA088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p w:rsidR="00CA3F6C" w:rsidRDefault="00CA3F6C" w:rsidP="00DA0885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CA3F6C" w:rsidRDefault="00CA3F6C" w:rsidP="00DA0885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CA3F6C" w:rsidRDefault="00CA3F6C" w:rsidP="00DA0885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CA3F6C" w:rsidRDefault="00CA3F6C" w:rsidP="00DA0885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CA3F6C" w:rsidRDefault="00CA3F6C" w:rsidP="00DA0885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CA3F6C" w:rsidRDefault="00CA3F6C" w:rsidP="00DA0885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CA3F6C" w:rsidRPr="00390FDF" w:rsidRDefault="00CA3F6C" w:rsidP="00DA0885">
      <w:pPr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 w:rsidRPr="00390FDF">
        <w:rPr>
          <w:rFonts w:ascii="Times New Roman" w:hAnsi="Times New Roman" w:cs="Times New Roman"/>
          <w:b/>
          <w:bCs/>
          <w:sz w:val="16"/>
          <w:szCs w:val="16"/>
        </w:rPr>
        <w:t xml:space="preserve">DYREKTOR  </w:t>
      </w:r>
    </w:p>
    <w:p w:rsidR="00CA3F6C" w:rsidRDefault="00CA3F6C" w:rsidP="00DA0885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 w:rsidRPr="00390FDF">
        <w:rPr>
          <w:rFonts w:ascii="Times New Roman" w:hAnsi="Times New Roman" w:cs="Times New Roman"/>
          <w:b/>
          <w:bCs/>
          <w:sz w:val="16"/>
          <w:szCs w:val="16"/>
        </w:rPr>
        <w:t>Biblioteki Publicznej</w:t>
      </w:r>
    </w:p>
    <w:p w:rsidR="00CA3F6C" w:rsidRPr="00390FDF" w:rsidRDefault="00CA3F6C" w:rsidP="00DA0885">
      <w:pPr>
        <w:rPr>
          <w:rFonts w:ascii="Times New Roman" w:hAnsi="Times New Roman" w:cs="Times New Roman"/>
          <w:b/>
          <w:bCs/>
          <w:sz w:val="16"/>
          <w:szCs w:val="16"/>
        </w:rPr>
      </w:pPr>
      <w:r w:rsidRPr="00390FDF">
        <w:rPr>
          <w:rFonts w:ascii="Times New Roman" w:hAnsi="Times New Roman" w:cs="Times New Roman"/>
          <w:b/>
          <w:bCs/>
          <w:sz w:val="16"/>
          <w:szCs w:val="16"/>
        </w:rPr>
        <w:t>Miasta i Gminy w Jutrosinie</w:t>
      </w:r>
    </w:p>
    <w:p w:rsidR="00CA3F6C" w:rsidRPr="00390FDF" w:rsidRDefault="00CA3F6C" w:rsidP="00DA0885">
      <w:pPr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B.Gierlik</w:t>
      </w:r>
      <w:r w:rsidRPr="00390FDF">
        <w:rPr>
          <w:rFonts w:ascii="Times New Roman" w:hAnsi="Times New Roman" w:cs="Times New Roman"/>
          <w:b/>
          <w:bCs/>
          <w:sz w:val="16"/>
          <w:szCs w:val="16"/>
        </w:rPr>
        <w:t>64 54725</w:t>
      </w:r>
      <w:r>
        <w:rPr>
          <w:rFonts w:ascii="Times New Roman" w:hAnsi="Times New Roman" w:cs="Times New Roman"/>
          <w:b/>
          <w:bCs/>
          <w:sz w:val="16"/>
          <w:szCs w:val="16"/>
        </w:rPr>
        <w:t>23</w:t>
      </w:r>
      <w:r w:rsidRPr="00390FDF">
        <w:rPr>
          <w:rFonts w:ascii="Times New Roman" w:hAnsi="Times New Roman" w:cs="Times New Roman"/>
          <w:b/>
          <w:bCs/>
          <w:sz w:val="16"/>
          <w:szCs w:val="16"/>
        </w:rPr>
        <w:t>201</w:t>
      </w:r>
      <w:r>
        <w:rPr>
          <w:rFonts w:ascii="Times New Roman" w:hAnsi="Times New Roman" w:cs="Times New Roman"/>
          <w:b/>
          <w:bCs/>
          <w:sz w:val="16"/>
          <w:szCs w:val="16"/>
        </w:rPr>
        <w:t>1</w:t>
      </w:r>
      <w:r w:rsidRPr="00390FDF">
        <w:rPr>
          <w:rFonts w:ascii="Times New Roman" w:hAnsi="Times New Roman" w:cs="Times New Roman"/>
          <w:b/>
          <w:bCs/>
          <w:sz w:val="16"/>
          <w:szCs w:val="16"/>
        </w:rPr>
        <w:t>-0</w:t>
      </w:r>
      <w:r>
        <w:rPr>
          <w:rFonts w:ascii="Times New Roman" w:hAnsi="Times New Roman" w:cs="Times New Roman"/>
          <w:b/>
          <w:bCs/>
          <w:sz w:val="16"/>
          <w:szCs w:val="16"/>
        </w:rPr>
        <w:t>7</w:t>
      </w:r>
      <w:r w:rsidRPr="00390FDF">
        <w:rPr>
          <w:rFonts w:ascii="Times New Roman" w:hAnsi="Times New Roman" w:cs="Times New Roman"/>
          <w:b/>
          <w:bCs/>
          <w:sz w:val="16"/>
          <w:szCs w:val="16"/>
        </w:rPr>
        <w:t>-2</w:t>
      </w:r>
      <w:r>
        <w:rPr>
          <w:rFonts w:ascii="Times New Roman" w:hAnsi="Times New Roman" w:cs="Times New Roman"/>
          <w:b/>
          <w:bCs/>
          <w:sz w:val="16"/>
          <w:szCs w:val="16"/>
        </w:rPr>
        <w:t>8</w:t>
      </w:r>
      <w:bookmarkStart w:id="0" w:name="_GoBack"/>
      <w:bookmarkEnd w:id="0"/>
      <w:r w:rsidRPr="00390FDF">
        <w:rPr>
          <w:rFonts w:ascii="Times New Roman" w:hAnsi="Times New Roman" w:cs="Times New Roman"/>
          <w:b/>
          <w:bCs/>
          <w:sz w:val="16"/>
          <w:szCs w:val="16"/>
        </w:rPr>
        <w:t xml:space="preserve"> mgr Kamila Malecha</w:t>
      </w:r>
    </w:p>
    <w:p w:rsidR="00CA3F6C" w:rsidRDefault="00CA3F6C" w:rsidP="00DA088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                 ...............................          ........................                      .....................................</w:t>
      </w:r>
    </w:p>
    <w:p w:rsidR="00CA3F6C" w:rsidRPr="00127B75" w:rsidRDefault="00CA3F6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Sporządził                                         telefon                     rok   m-c   dzień                     Kierownik jednostki</w:t>
      </w:r>
    </w:p>
    <w:sectPr w:rsidR="00CA3F6C" w:rsidRPr="00127B75" w:rsidSect="00127B75">
      <w:footerReference w:type="default" r:id="rId7"/>
      <w:pgSz w:w="11906" w:h="16838"/>
      <w:pgMar w:top="851" w:right="73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F6C" w:rsidRDefault="00CA3F6C" w:rsidP="00127B7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CA3F6C" w:rsidRDefault="00CA3F6C" w:rsidP="00127B7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F6C" w:rsidRDefault="00CA3F6C">
    <w:pPr>
      <w:pStyle w:val="Footer"/>
      <w:jc w:val="right"/>
      <w:rPr>
        <w:rFonts w:cs="Times New Roman"/>
      </w:rPr>
    </w:pPr>
    <w:fldSimple w:instr=" PAGE   \* MERGEFORMAT ">
      <w:r>
        <w:rPr>
          <w:noProof/>
        </w:rPr>
        <w:t>2</w:t>
      </w:r>
    </w:fldSimple>
  </w:p>
  <w:p w:rsidR="00CA3F6C" w:rsidRDefault="00CA3F6C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F6C" w:rsidRDefault="00CA3F6C" w:rsidP="00127B7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CA3F6C" w:rsidRDefault="00CA3F6C" w:rsidP="00127B7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91C5C"/>
    <w:multiLevelType w:val="hybridMultilevel"/>
    <w:tmpl w:val="2D78CB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F462964"/>
    <w:multiLevelType w:val="hybridMultilevel"/>
    <w:tmpl w:val="32B0EB2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08756C5"/>
    <w:multiLevelType w:val="hybridMultilevel"/>
    <w:tmpl w:val="D95E6CBC"/>
    <w:lvl w:ilvl="0" w:tplc="71C0572E">
      <w:start w:val="1"/>
      <w:numFmt w:val="lowerLetter"/>
      <w:lvlText w:val="%1)"/>
      <w:lvlJc w:val="left"/>
      <w:pPr>
        <w:ind w:left="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9F4866"/>
    <w:multiLevelType w:val="hybridMultilevel"/>
    <w:tmpl w:val="6DB8903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885"/>
    <w:rsid w:val="0000339C"/>
    <w:rsid w:val="00004FBE"/>
    <w:rsid w:val="00081F31"/>
    <w:rsid w:val="00103CC7"/>
    <w:rsid w:val="00127B75"/>
    <w:rsid w:val="00142E6E"/>
    <w:rsid w:val="00175402"/>
    <w:rsid w:val="0025791A"/>
    <w:rsid w:val="00275364"/>
    <w:rsid w:val="002A0AFA"/>
    <w:rsid w:val="002C5E45"/>
    <w:rsid w:val="002F1C19"/>
    <w:rsid w:val="00347E7D"/>
    <w:rsid w:val="00353E3C"/>
    <w:rsid w:val="00386C60"/>
    <w:rsid w:val="00390FDF"/>
    <w:rsid w:val="003A70B9"/>
    <w:rsid w:val="003C21E8"/>
    <w:rsid w:val="00443EC1"/>
    <w:rsid w:val="00446B63"/>
    <w:rsid w:val="004E2AE9"/>
    <w:rsid w:val="00512B72"/>
    <w:rsid w:val="005A75E0"/>
    <w:rsid w:val="005D4712"/>
    <w:rsid w:val="00640D7B"/>
    <w:rsid w:val="00646E8D"/>
    <w:rsid w:val="006838BD"/>
    <w:rsid w:val="006A25DC"/>
    <w:rsid w:val="007114EB"/>
    <w:rsid w:val="007154BC"/>
    <w:rsid w:val="00724481"/>
    <w:rsid w:val="00743DA0"/>
    <w:rsid w:val="0076706A"/>
    <w:rsid w:val="007674C6"/>
    <w:rsid w:val="007C4201"/>
    <w:rsid w:val="00803464"/>
    <w:rsid w:val="00845DC4"/>
    <w:rsid w:val="008616C1"/>
    <w:rsid w:val="009037C6"/>
    <w:rsid w:val="00912E7B"/>
    <w:rsid w:val="00926287"/>
    <w:rsid w:val="00970447"/>
    <w:rsid w:val="0097637A"/>
    <w:rsid w:val="009F3760"/>
    <w:rsid w:val="009F606C"/>
    <w:rsid w:val="00A02B51"/>
    <w:rsid w:val="00A33933"/>
    <w:rsid w:val="00A95160"/>
    <w:rsid w:val="00AA45E0"/>
    <w:rsid w:val="00AD3107"/>
    <w:rsid w:val="00B1643D"/>
    <w:rsid w:val="00B30084"/>
    <w:rsid w:val="00B531C3"/>
    <w:rsid w:val="00B62ADE"/>
    <w:rsid w:val="00B71CEB"/>
    <w:rsid w:val="00BB523A"/>
    <w:rsid w:val="00BC2038"/>
    <w:rsid w:val="00BD2BB8"/>
    <w:rsid w:val="00BE0CCB"/>
    <w:rsid w:val="00BF13FF"/>
    <w:rsid w:val="00BF167A"/>
    <w:rsid w:val="00C25733"/>
    <w:rsid w:val="00C50D41"/>
    <w:rsid w:val="00C719B5"/>
    <w:rsid w:val="00C86E0B"/>
    <w:rsid w:val="00CA3F6C"/>
    <w:rsid w:val="00CD5BF0"/>
    <w:rsid w:val="00CF02E1"/>
    <w:rsid w:val="00D62923"/>
    <w:rsid w:val="00D634CD"/>
    <w:rsid w:val="00D87CD4"/>
    <w:rsid w:val="00DA0885"/>
    <w:rsid w:val="00DA355B"/>
    <w:rsid w:val="00DA42F4"/>
    <w:rsid w:val="00DB4F48"/>
    <w:rsid w:val="00DF3F48"/>
    <w:rsid w:val="00E076B6"/>
    <w:rsid w:val="00E24BF7"/>
    <w:rsid w:val="00E57F8C"/>
    <w:rsid w:val="00E740EA"/>
    <w:rsid w:val="00EC3B08"/>
    <w:rsid w:val="00F12814"/>
    <w:rsid w:val="00F26365"/>
    <w:rsid w:val="00F83374"/>
    <w:rsid w:val="00FD4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885"/>
    <w:pPr>
      <w:widowControl w:val="0"/>
      <w:suppressAutoHyphens/>
      <w:overflowPunct w:val="0"/>
      <w:autoSpaceDE w:val="0"/>
      <w:autoSpaceDN w:val="0"/>
      <w:adjustRightInd w:val="0"/>
    </w:pPr>
    <w:rPr>
      <w:rFonts w:ascii="Thorndale" w:eastAsia="Times New Roman" w:hAnsi="Thorndale" w:cs="Thorndale"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A0885"/>
    <w:pPr>
      <w:keepNext/>
      <w:widowControl/>
      <w:suppressAutoHyphens w:val="0"/>
      <w:overflowPunct/>
      <w:autoSpaceDE/>
      <w:autoSpaceDN/>
      <w:adjustRightInd/>
      <w:jc w:val="center"/>
      <w:outlineLvl w:val="1"/>
    </w:pPr>
    <w:rPr>
      <w:rFonts w:ascii="Times New Roman" w:hAnsi="Times New Roman" w:cs="Times New Roman"/>
      <w:b/>
      <w:bCs/>
      <w:color w:val="aut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A088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rsid w:val="00DA08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A0885"/>
    <w:rPr>
      <w:rFonts w:ascii="Thorndale" w:hAnsi="Thorndale" w:cs="Thorndale"/>
      <w:color w:val="000000"/>
      <w:sz w:val="20"/>
      <w:szCs w:val="20"/>
      <w:lang w:eastAsia="pl-PL"/>
    </w:rPr>
  </w:style>
  <w:style w:type="paragraph" w:customStyle="1" w:styleId="Zawartotabeli">
    <w:name w:val="Zawarto?? tabeli"/>
    <w:basedOn w:val="BodyText"/>
    <w:uiPriority w:val="99"/>
    <w:rsid w:val="00DA0885"/>
    <w:pPr>
      <w:suppressLineNumbers/>
    </w:pPr>
  </w:style>
  <w:style w:type="paragraph" w:customStyle="1" w:styleId="Nagwektabeli">
    <w:name w:val="Nag?ówek tabeli"/>
    <w:basedOn w:val="Zawartotabeli"/>
    <w:uiPriority w:val="99"/>
    <w:rsid w:val="00DA0885"/>
    <w:pPr>
      <w:jc w:val="center"/>
    </w:pPr>
    <w:rPr>
      <w:b/>
      <w:bCs/>
      <w:i/>
      <w:iCs/>
    </w:rPr>
  </w:style>
  <w:style w:type="paragraph" w:styleId="ListParagraph">
    <w:name w:val="List Paragraph"/>
    <w:basedOn w:val="Normal"/>
    <w:uiPriority w:val="99"/>
    <w:qFormat/>
    <w:rsid w:val="00BB523A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127B7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27B75"/>
    <w:rPr>
      <w:rFonts w:ascii="Thorndale" w:hAnsi="Thorndale" w:cs="Thorndale"/>
      <w:color w:val="000000"/>
      <w:sz w:val="20"/>
      <w:szCs w:val="20"/>
      <w:lang w:eastAsia="pl-PL"/>
    </w:rPr>
  </w:style>
  <w:style w:type="paragraph" w:styleId="Footer">
    <w:name w:val="footer"/>
    <w:basedOn w:val="Normal"/>
    <w:link w:val="FooterChar"/>
    <w:uiPriority w:val="99"/>
    <w:rsid w:val="00127B7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27B75"/>
    <w:rPr>
      <w:rFonts w:ascii="Thorndale" w:hAnsi="Thorndale" w:cs="Thorndale"/>
      <w:color w:val="000000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08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660</Words>
  <Characters>3965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jednostki sprawozdawczej</dc:title>
  <dc:subject/>
  <dc:creator>umig</dc:creator>
  <cp:keywords/>
  <dc:description/>
  <cp:lastModifiedBy>Gmina Jutrosin</cp:lastModifiedBy>
  <cp:revision>2</cp:revision>
  <cp:lastPrinted>2011-08-18T10:06:00Z</cp:lastPrinted>
  <dcterms:created xsi:type="dcterms:W3CDTF">2011-08-30T06:28:00Z</dcterms:created>
  <dcterms:modified xsi:type="dcterms:W3CDTF">2011-08-30T06:28:00Z</dcterms:modified>
</cp:coreProperties>
</file>