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76" w:rsidRDefault="00CB3E76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Jutrosin, dnia 10.07.2014r.</w:t>
      </w:r>
    </w:p>
    <w:p w:rsidR="00CB3E76" w:rsidRDefault="00CB3E76" w:rsidP="00FA1FE5">
      <w:pPr>
        <w:rPr>
          <w:rFonts w:ascii="Arial" w:hAnsi="Arial" w:cs="Arial"/>
          <w:sz w:val="24"/>
          <w:szCs w:val="24"/>
        </w:rPr>
      </w:pPr>
    </w:p>
    <w:p w:rsidR="00CB3E76" w:rsidRPr="00EE2F55" w:rsidRDefault="00CB3E76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CB3E76" w:rsidRPr="00FA1FE5" w:rsidRDefault="00CB3E76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CB3E76" w:rsidRPr="00F320A1" w:rsidRDefault="00CB3E76" w:rsidP="00F320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tab/>
      </w:r>
      <w:r w:rsidRPr="00F320A1">
        <w:rPr>
          <w:rFonts w:ascii="Arial" w:hAnsi="Arial" w:cs="Arial"/>
          <w:sz w:val="24"/>
          <w:szCs w:val="24"/>
        </w:rPr>
        <w:t xml:space="preserve">Zamawiający – Gmina Jutrosin na podstawie art. 92 ustawy z dnia 29 stycznia 2004r.  Prawo zamówień publicznych (Dz. U. z 2007r. Nr. 223, poz. 1655 z póżn. zm.) </w:t>
      </w:r>
      <w:r w:rsidRPr="00F320A1">
        <w:rPr>
          <w:rFonts w:ascii="Arial" w:hAnsi="Arial" w:cs="Arial"/>
          <w:b/>
          <w:sz w:val="24"/>
          <w:szCs w:val="24"/>
        </w:rPr>
        <w:t>zawiadamia</w:t>
      </w:r>
      <w:r w:rsidRPr="00F320A1">
        <w:rPr>
          <w:rFonts w:ascii="Arial" w:hAnsi="Arial" w:cs="Arial"/>
          <w:sz w:val="24"/>
          <w:szCs w:val="24"/>
        </w:rPr>
        <w:t xml:space="preserve">, że </w:t>
      </w:r>
      <w:r>
        <w:rPr>
          <w:rFonts w:ascii="Arial" w:hAnsi="Arial" w:cs="Arial"/>
          <w:sz w:val="24"/>
          <w:szCs w:val="24"/>
        </w:rPr>
        <w:t xml:space="preserve">  </w:t>
      </w:r>
      <w:r w:rsidRPr="00F320A1">
        <w:rPr>
          <w:rFonts w:ascii="Arial" w:hAnsi="Arial" w:cs="Arial"/>
          <w:sz w:val="24"/>
          <w:szCs w:val="24"/>
        </w:rPr>
        <w:t xml:space="preserve">w postępowaniu o udzielenie zamówienia publicznego na </w:t>
      </w:r>
      <w:r w:rsidRPr="00F320A1">
        <w:rPr>
          <w:rFonts w:ascii="Arial" w:hAnsi="Arial" w:cs="Arial"/>
          <w:i/>
          <w:sz w:val="24"/>
          <w:szCs w:val="24"/>
        </w:rPr>
        <w:t>„</w:t>
      </w:r>
      <w:r w:rsidRPr="00F320A1">
        <w:rPr>
          <w:rFonts w:ascii="Arial" w:hAnsi="Arial" w:cs="Arial"/>
          <w:b/>
          <w:bCs/>
          <w:color w:val="000000"/>
          <w:sz w:val="24"/>
          <w:szCs w:val="24"/>
        </w:rPr>
        <w:t>Dowożenie i odwożenie dzieci do szkoły podstawowej w Jutrosinie oraz gimnazjum w Jutrosinie, w okresie od 01-09-2014 r. do 30-06-2016r</w:t>
      </w:r>
      <w:r w:rsidRPr="00F320A1">
        <w:rPr>
          <w:rFonts w:ascii="Arial" w:hAnsi="Arial" w:cs="Arial"/>
          <w:b/>
          <w:i/>
          <w:sz w:val="24"/>
          <w:szCs w:val="24"/>
        </w:rPr>
        <w:t xml:space="preserve">”  </w:t>
      </w:r>
      <w:r w:rsidRPr="00F320A1">
        <w:rPr>
          <w:rFonts w:ascii="Arial" w:hAnsi="Arial" w:cs="Arial"/>
          <w:sz w:val="24"/>
          <w:szCs w:val="24"/>
        </w:rPr>
        <w:t xml:space="preserve">wybrano najkorzystniejszą ofertę złożoną przez: </w:t>
      </w:r>
      <w:r w:rsidRPr="00F320A1">
        <w:rPr>
          <w:rFonts w:ascii="Arial" w:hAnsi="Arial" w:cs="Arial"/>
          <w:b/>
          <w:sz w:val="24"/>
          <w:szCs w:val="24"/>
        </w:rPr>
        <w:t>FHU „LOTOS”  MARZENA WACHOWIAK, ul. RYNEK 14, 63-930 JUTROSIN</w:t>
      </w:r>
    </w:p>
    <w:p w:rsidR="00CB3E76" w:rsidRPr="00FA1FE5" w:rsidRDefault="00CB3E76" w:rsidP="00FA1FE5">
      <w:pPr>
        <w:pStyle w:val="NoSpacing"/>
        <w:rPr>
          <w:rFonts w:ascii="Arial" w:hAnsi="Arial" w:cs="Arial"/>
          <w:b/>
          <w:sz w:val="24"/>
          <w:szCs w:val="24"/>
        </w:rPr>
      </w:pPr>
    </w:p>
    <w:p w:rsidR="00CB3E76" w:rsidRDefault="00CB3E76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CB3E76" w:rsidRPr="00FA1FE5" w:rsidRDefault="00CB3E76" w:rsidP="002D65AD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406F82">
        <w:rPr>
          <w:rFonts w:ascii="Arial" w:hAnsi="Arial" w:cs="Arial"/>
          <w:sz w:val="24"/>
          <w:szCs w:val="24"/>
        </w:rPr>
        <w:t xml:space="preserve">Wybrano ofertę firmy </w:t>
      </w:r>
      <w:r w:rsidRPr="00F320A1">
        <w:rPr>
          <w:rFonts w:ascii="Arial" w:hAnsi="Arial" w:cs="Arial"/>
          <w:b/>
          <w:sz w:val="24"/>
          <w:szCs w:val="24"/>
        </w:rPr>
        <w:t>FHU „LOTOS”  MARZENA WACHOWIAK</w:t>
      </w:r>
      <w:r>
        <w:rPr>
          <w:rFonts w:ascii="Arial" w:hAnsi="Arial" w:cs="Arial"/>
          <w:b/>
        </w:rPr>
        <w:t xml:space="preserve">, </w:t>
      </w:r>
      <w:r w:rsidRPr="00F320A1">
        <w:rPr>
          <w:rFonts w:ascii="Arial" w:hAnsi="Arial" w:cs="Arial"/>
          <w:b/>
          <w:sz w:val="24"/>
          <w:szCs w:val="24"/>
        </w:rPr>
        <w:t>ul. RYNEK 14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320A1">
        <w:rPr>
          <w:rFonts w:ascii="Arial" w:hAnsi="Arial" w:cs="Arial"/>
          <w:b/>
          <w:sz w:val="24"/>
          <w:szCs w:val="24"/>
        </w:rPr>
        <w:t>63-930 JUTROSIN</w:t>
      </w:r>
      <w:r>
        <w:rPr>
          <w:rFonts w:ascii="Arial" w:hAnsi="Arial" w:cs="Arial"/>
          <w:b/>
          <w:sz w:val="24"/>
          <w:szCs w:val="24"/>
        </w:rPr>
        <w:t>,</w:t>
      </w:r>
      <w:r w:rsidRPr="00E70B3F">
        <w:rPr>
          <w:rFonts w:ascii="Arial" w:hAnsi="Arial" w:cs="Arial"/>
          <w:sz w:val="24"/>
          <w:szCs w:val="24"/>
        </w:rPr>
        <w:t xml:space="preserve"> która była najkorzystniejsza pod względem ceny, stanowiącej jedyne kryterium</w:t>
      </w:r>
      <w:r>
        <w:rPr>
          <w:rFonts w:ascii="Arial" w:hAnsi="Arial" w:cs="Arial"/>
          <w:sz w:val="24"/>
          <w:szCs w:val="24"/>
        </w:rPr>
        <w:t>.</w:t>
      </w:r>
    </w:p>
    <w:p w:rsidR="00CB3E76" w:rsidRDefault="00CB3E76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>Oferta otrzymała także największą liczbę punktów, która została obliczona matematycznie wg. SIWZ.</w:t>
      </w:r>
    </w:p>
    <w:p w:rsidR="00CB3E76" w:rsidRDefault="00CB3E76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jc w:val="center"/>
        <w:tblInd w:w="-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6"/>
        <w:gridCol w:w="29"/>
        <w:gridCol w:w="3073"/>
        <w:gridCol w:w="3181"/>
        <w:gridCol w:w="1654"/>
        <w:gridCol w:w="15"/>
        <w:gridCol w:w="1605"/>
      </w:tblGrid>
      <w:tr w:rsidR="00CB3E76" w:rsidRPr="00DC7557" w:rsidTr="00F320A1">
        <w:trPr>
          <w:trHeight w:val="16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Lp</w:t>
            </w:r>
          </w:p>
        </w:tc>
        <w:tc>
          <w:tcPr>
            <w:tcW w:w="3102" w:type="dxa"/>
            <w:gridSpan w:val="2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170" w:type="dxa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54" w:type="dxa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620" w:type="dxa"/>
            <w:gridSpan w:val="2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Liczba punktów wg. SIWZ</w:t>
            </w:r>
          </w:p>
        </w:tc>
      </w:tr>
      <w:tr w:rsidR="00CB3E76" w:rsidRPr="00DC7557" w:rsidTr="00F320A1">
        <w:trPr>
          <w:trHeight w:val="16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E76" w:rsidRPr="00D35331" w:rsidRDefault="00CB3E76" w:rsidP="00D35331">
            <w:pPr>
              <w:pStyle w:val="NoSpacing"/>
              <w:tabs>
                <w:tab w:val="left" w:pos="22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</w:t>
            </w:r>
            <w:r w:rsidRPr="00D35331">
              <w:rPr>
                <w:rFonts w:ascii="Arial" w:hAnsi="Arial" w:cs="Arial"/>
                <w:sz w:val="24"/>
                <w:szCs w:val="24"/>
              </w:rPr>
              <w:t>BIORSTWO</w:t>
            </w:r>
            <w:r>
              <w:rPr>
                <w:rFonts w:ascii="Arial" w:hAnsi="Arial" w:cs="Arial"/>
                <w:sz w:val="24"/>
                <w:szCs w:val="24"/>
              </w:rPr>
              <w:t xml:space="preserve"> USŁUGOWO HANDLOWE – BEATA SZKUDLARCZYK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</w:tcBorders>
          </w:tcPr>
          <w:p w:rsidR="00CB3E76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MODELARSKA 1</w:t>
            </w:r>
          </w:p>
          <w:p w:rsidR="00CB3E76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STRZYZEWICE </w:t>
            </w:r>
          </w:p>
          <w:p w:rsidR="00CB3E76" w:rsidRPr="00D35331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64-100 LESZNO</w:t>
            </w: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3,19 zł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B3E76" w:rsidRPr="00DC7557" w:rsidRDefault="00CB3E76" w:rsidP="00D353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89,66</w:t>
            </w:r>
          </w:p>
        </w:tc>
      </w:tr>
      <w:tr w:rsidR="00CB3E76" w:rsidRPr="00DC7557" w:rsidTr="00F320A1">
        <w:trPr>
          <w:trHeight w:val="16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KUCZYŃSKI ZBIGNIEW CONTINENTAL TRAVEL PRZEWOZY AUTOKAROWE KRAJOWE I ZAGRANICZNE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SARNÓWKA 35</w:t>
            </w:r>
          </w:p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3,48 zł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E76" w:rsidRPr="00DC7557" w:rsidRDefault="00CB3E76" w:rsidP="00D353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82,18</w:t>
            </w:r>
          </w:p>
        </w:tc>
      </w:tr>
      <w:tr w:rsidR="00CB3E76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3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ŁUCJA SKORUPKA USŁUGOWY PRZEWÓZ OSÓB AUTOBUSEM  </w:t>
            </w:r>
          </w:p>
        </w:tc>
        <w:tc>
          <w:tcPr>
            <w:tcW w:w="3170" w:type="dxa"/>
          </w:tcPr>
          <w:p w:rsidR="00CB3E76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8676C">
              <w:rPr>
                <w:rFonts w:ascii="Arial" w:hAnsi="Arial" w:cs="Arial"/>
                <w:sz w:val="24"/>
                <w:szCs w:val="24"/>
              </w:rPr>
              <w:t>ul.</w:t>
            </w:r>
            <w:r>
              <w:rPr>
                <w:rFonts w:ascii="Arial" w:hAnsi="Arial" w:cs="Arial"/>
                <w:sz w:val="24"/>
                <w:szCs w:val="24"/>
              </w:rPr>
              <w:t xml:space="preserve"> RZECZNA 8                63-910 MIEJSKA GÓRKA</w:t>
            </w:r>
          </w:p>
          <w:p w:rsidR="00CB3E76" w:rsidRPr="0068676C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CB3E76" w:rsidRPr="0068676C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76C">
              <w:rPr>
                <w:rFonts w:ascii="Arial" w:hAnsi="Arial" w:cs="Arial"/>
                <w:sz w:val="24"/>
                <w:szCs w:val="24"/>
              </w:rPr>
              <w:t>3,40</w:t>
            </w:r>
            <w:r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1605" w:type="dxa"/>
          </w:tcPr>
          <w:p w:rsidR="00CB3E76" w:rsidRPr="0068676C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76C">
              <w:rPr>
                <w:rFonts w:ascii="Arial" w:hAnsi="Arial" w:cs="Arial"/>
                <w:sz w:val="24"/>
                <w:szCs w:val="24"/>
              </w:rPr>
              <w:t>84,12</w:t>
            </w:r>
          </w:p>
        </w:tc>
      </w:tr>
      <w:tr w:rsidR="00CB3E76" w:rsidRPr="00D35331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3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TREFLSPED       ANDRZEJ JACKIEWICZ</w:t>
            </w:r>
          </w:p>
        </w:tc>
        <w:tc>
          <w:tcPr>
            <w:tcW w:w="3170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PARKOWA 25             51-616 WROCŁAW</w:t>
            </w:r>
          </w:p>
        </w:tc>
        <w:tc>
          <w:tcPr>
            <w:tcW w:w="1669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2,97 zł</w:t>
            </w:r>
          </w:p>
        </w:tc>
        <w:tc>
          <w:tcPr>
            <w:tcW w:w="1605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96,30</w:t>
            </w:r>
          </w:p>
        </w:tc>
      </w:tr>
      <w:tr w:rsidR="00CB3E76" w:rsidRPr="00D35331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73" w:type="dxa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FHU „LOTOS”  MARZENA WACHOWIAK</w:t>
            </w:r>
          </w:p>
        </w:tc>
        <w:tc>
          <w:tcPr>
            <w:tcW w:w="3170" w:type="dxa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ul. RYNEK 14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Pr="00F320A1">
              <w:rPr>
                <w:rFonts w:ascii="Arial" w:hAnsi="Arial" w:cs="Arial"/>
                <w:b/>
                <w:sz w:val="24"/>
                <w:szCs w:val="24"/>
              </w:rPr>
              <w:t xml:space="preserve">          63-930 JUTROSIN </w:t>
            </w:r>
          </w:p>
        </w:tc>
        <w:tc>
          <w:tcPr>
            <w:tcW w:w="1669" w:type="dxa"/>
            <w:gridSpan w:val="2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2,86 zł</w:t>
            </w:r>
          </w:p>
        </w:tc>
        <w:tc>
          <w:tcPr>
            <w:tcW w:w="1605" w:type="dxa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100,00</w:t>
            </w:r>
          </w:p>
        </w:tc>
      </w:tr>
      <w:tr w:rsidR="00CB3E76" w:rsidRPr="00D35331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73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„JĘDRUŚ” PRZEWOZY AUTOBUSOWE            JAN NIEDBAŁA </w:t>
            </w:r>
          </w:p>
        </w:tc>
        <w:tc>
          <w:tcPr>
            <w:tcW w:w="3170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ul.M.WOŁODYJOWSKIEGO 1B/4, 63-900 RAWICZ</w:t>
            </w:r>
          </w:p>
        </w:tc>
        <w:tc>
          <w:tcPr>
            <w:tcW w:w="1669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3,87 zł</w:t>
            </w:r>
          </w:p>
        </w:tc>
        <w:tc>
          <w:tcPr>
            <w:tcW w:w="1605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73,90</w:t>
            </w:r>
          </w:p>
        </w:tc>
      </w:tr>
    </w:tbl>
    <w:p w:rsidR="00CB3E76" w:rsidRPr="00D35331" w:rsidRDefault="00CB3E76" w:rsidP="0068676C">
      <w:pPr>
        <w:widowControl w:val="0"/>
        <w:shd w:val="clear" w:color="auto" w:fill="FFFFFF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CB3E76" w:rsidRDefault="00CB3E7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CB3E76" w:rsidRPr="0025449C" w:rsidRDefault="00CB3E7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CB3E76" w:rsidRPr="0025449C" w:rsidRDefault="00CB3E76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CB3E76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097"/>
    <w:rsid w:val="00061D79"/>
    <w:rsid w:val="000A6F2B"/>
    <w:rsid w:val="000A7C40"/>
    <w:rsid w:val="000B43A9"/>
    <w:rsid w:val="000B50DB"/>
    <w:rsid w:val="000D328F"/>
    <w:rsid w:val="00103457"/>
    <w:rsid w:val="0015067B"/>
    <w:rsid w:val="00162415"/>
    <w:rsid w:val="00173B6F"/>
    <w:rsid w:val="001F681D"/>
    <w:rsid w:val="00233798"/>
    <w:rsid w:val="0025449C"/>
    <w:rsid w:val="00260F09"/>
    <w:rsid w:val="002A34E3"/>
    <w:rsid w:val="002B26DC"/>
    <w:rsid w:val="002D65AD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3D7B63"/>
    <w:rsid w:val="00406F82"/>
    <w:rsid w:val="00422C6C"/>
    <w:rsid w:val="004645E2"/>
    <w:rsid w:val="004905CE"/>
    <w:rsid w:val="00533D1C"/>
    <w:rsid w:val="00571097"/>
    <w:rsid w:val="0057682E"/>
    <w:rsid w:val="00576BE3"/>
    <w:rsid w:val="005A5086"/>
    <w:rsid w:val="005A7A5F"/>
    <w:rsid w:val="00610B47"/>
    <w:rsid w:val="006370F4"/>
    <w:rsid w:val="006762AA"/>
    <w:rsid w:val="0068676C"/>
    <w:rsid w:val="006C6EBF"/>
    <w:rsid w:val="007012D2"/>
    <w:rsid w:val="0071147A"/>
    <w:rsid w:val="007562CC"/>
    <w:rsid w:val="0076029C"/>
    <w:rsid w:val="00772778"/>
    <w:rsid w:val="00784D25"/>
    <w:rsid w:val="00787640"/>
    <w:rsid w:val="007A38FF"/>
    <w:rsid w:val="007C4E0A"/>
    <w:rsid w:val="007F6B36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62F3"/>
    <w:rsid w:val="009A4196"/>
    <w:rsid w:val="009B63DD"/>
    <w:rsid w:val="009C1C7C"/>
    <w:rsid w:val="009C441D"/>
    <w:rsid w:val="00A06278"/>
    <w:rsid w:val="00A70220"/>
    <w:rsid w:val="00AB26C8"/>
    <w:rsid w:val="00AC50E4"/>
    <w:rsid w:val="00B11848"/>
    <w:rsid w:val="00B12FA0"/>
    <w:rsid w:val="00B245EA"/>
    <w:rsid w:val="00B3346F"/>
    <w:rsid w:val="00B56A7D"/>
    <w:rsid w:val="00B75079"/>
    <w:rsid w:val="00B7639D"/>
    <w:rsid w:val="00B81854"/>
    <w:rsid w:val="00B8287A"/>
    <w:rsid w:val="00BA3754"/>
    <w:rsid w:val="00BF49A4"/>
    <w:rsid w:val="00C17554"/>
    <w:rsid w:val="00C87350"/>
    <w:rsid w:val="00CB3E76"/>
    <w:rsid w:val="00CC2F70"/>
    <w:rsid w:val="00CE6C61"/>
    <w:rsid w:val="00CF7B4E"/>
    <w:rsid w:val="00D01EE1"/>
    <w:rsid w:val="00D07552"/>
    <w:rsid w:val="00D35331"/>
    <w:rsid w:val="00D608CE"/>
    <w:rsid w:val="00DC7557"/>
    <w:rsid w:val="00DD6387"/>
    <w:rsid w:val="00E367F1"/>
    <w:rsid w:val="00E70B3F"/>
    <w:rsid w:val="00E8333D"/>
    <w:rsid w:val="00E96492"/>
    <w:rsid w:val="00EA0AE2"/>
    <w:rsid w:val="00EB2E52"/>
    <w:rsid w:val="00EB6C8F"/>
    <w:rsid w:val="00EE2F55"/>
    <w:rsid w:val="00F320A1"/>
    <w:rsid w:val="00F435B5"/>
    <w:rsid w:val="00F47E5D"/>
    <w:rsid w:val="00F52B82"/>
    <w:rsid w:val="00F83CFB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25AE7"/>
  </w:style>
  <w:style w:type="table" w:styleId="TableGrid">
    <w:name w:val="Table Grid"/>
    <w:basedOn w:val="TableNormal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Strong">
    <w:name w:val="Strong"/>
    <w:basedOn w:val="DefaultParagraphFont"/>
    <w:uiPriority w:val="99"/>
    <w:qFormat/>
    <w:locked/>
    <w:rsid w:val="00F320A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7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255</Words>
  <Characters>1535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Gmina Jutrosin</cp:lastModifiedBy>
  <cp:revision>2</cp:revision>
  <cp:lastPrinted>2014-06-10T11:50:00Z</cp:lastPrinted>
  <dcterms:created xsi:type="dcterms:W3CDTF">2014-07-10T12:59:00Z</dcterms:created>
  <dcterms:modified xsi:type="dcterms:W3CDTF">2014-07-10T12:59:00Z</dcterms:modified>
</cp:coreProperties>
</file>