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5E" w:rsidRDefault="007A605E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10.07.2014r.</w:t>
      </w:r>
    </w:p>
    <w:p w:rsidR="007A605E" w:rsidRDefault="007A605E" w:rsidP="00FA1FE5">
      <w:pPr>
        <w:rPr>
          <w:rFonts w:ascii="Arial" w:hAnsi="Arial" w:cs="Arial"/>
          <w:sz w:val="24"/>
          <w:szCs w:val="24"/>
        </w:rPr>
      </w:pPr>
    </w:p>
    <w:p w:rsidR="007A605E" w:rsidRPr="00EE2F55" w:rsidRDefault="007A605E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7A605E" w:rsidRPr="00FA1FE5" w:rsidRDefault="007A605E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7A605E" w:rsidRPr="00F73C09" w:rsidRDefault="007A605E" w:rsidP="005E5F9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tab/>
      </w:r>
      <w:r w:rsidRPr="00F73C09">
        <w:rPr>
          <w:rFonts w:ascii="Arial" w:hAnsi="Arial" w:cs="Arial"/>
          <w:sz w:val="24"/>
          <w:szCs w:val="24"/>
        </w:rPr>
        <w:t xml:space="preserve">Zamawiający – Gmina Jutrosin na podstawie art. 92 ustawy z dnia 29 stycznia 2004r.  Prawo zamówień publicznych (Dz. U. z 2007r. Nr. 223, poz. 1655 z póżn. zm.) </w:t>
      </w:r>
      <w:r w:rsidRPr="00F73C09">
        <w:rPr>
          <w:rFonts w:ascii="Arial" w:hAnsi="Arial" w:cs="Arial"/>
          <w:b/>
          <w:sz w:val="24"/>
          <w:szCs w:val="24"/>
        </w:rPr>
        <w:t>zawiadamia</w:t>
      </w:r>
      <w:r w:rsidRPr="00F73C09">
        <w:rPr>
          <w:rFonts w:ascii="Arial" w:hAnsi="Arial" w:cs="Arial"/>
          <w:sz w:val="24"/>
          <w:szCs w:val="24"/>
        </w:rPr>
        <w:t xml:space="preserve">, że </w:t>
      </w:r>
      <w:r>
        <w:rPr>
          <w:rFonts w:ascii="Arial" w:hAnsi="Arial" w:cs="Arial"/>
          <w:sz w:val="24"/>
          <w:szCs w:val="24"/>
        </w:rPr>
        <w:t xml:space="preserve">   </w:t>
      </w:r>
      <w:r w:rsidRPr="00F73C09">
        <w:rPr>
          <w:rFonts w:ascii="Arial" w:hAnsi="Arial" w:cs="Arial"/>
          <w:sz w:val="24"/>
          <w:szCs w:val="24"/>
        </w:rPr>
        <w:t xml:space="preserve">w postępowaniu o udzielenie zamówienia publicznego na </w:t>
      </w:r>
      <w:r w:rsidRPr="00F73C09">
        <w:rPr>
          <w:rFonts w:ascii="Arial" w:hAnsi="Arial" w:cs="Arial"/>
          <w:i/>
          <w:sz w:val="24"/>
          <w:szCs w:val="24"/>
        </w:rPr>
        <w:t>„</w:t>
      </w:r>
      <w:r w:rsidRPr="00F73C09">
        <w:rPr>
          <w:rFonts w:ascii="Arial" w:hAnsi="Arial" w:cs="Arial"/>
          <w:b/>
          <w:bCs/>
          <w:color w:val="000000"/>
          <w:sz w:val="24"/>
          <w:szCs w:val="24"/>
        </w:rPr>
        <w:t xml:space="preserve">Dowóz i odwóz dzieci i młodzieży niepełnosprawnej do Ośrodka Rehabilitacji i Szkoły Specjalnej w Rawiczu, w okresie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Pr="00F73C09">
        <w:rPr>
          <w:rFonts w:ascii="Arial" w:hAnsi="Arial" w:cs="Arial"/>
          <w:b/>
          <w:bCs/>
          <w:color w:val="000000"/>
          <w:sz w:val="24"/>
          <w:szCs w:val="24"/>
        </w:rPr>
        <w:t>od 01-09-2014 r. do 30-06-2016 r.</w:t>
      </w:r>
      <w:r w:rsidRPr="00F73C09">
        <w:rPr>
          <w:rFonts w:ascii="Arial" w:hAnsi="Arial" w:cs="Arial"/>
          <w:b/>
          <w:i/>
          <w:sz w:val="24"/>
          <w:szCs w:val="24"/>
        </w:rPr>
        <w:t>”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F73C09">
        <w:rPr>
          <w:rFonts w:ascii="Arial" w:hAnsi="Arial" w:cs="Arial"/>
          <w:sz w:val="24"/>
          <w:szCs w:val="24"/>
        </w:rPr>
        <w:t xml:space="preserve">wybrano najkorzystniejszą ofertę złożoną przez: </w:t>
      </w:r>
      <w:r w:rsidRPr="00F73C09">
        <w:rPr>
          <w:rFonts w:ascii="Arial" w:hAnsi="Arial" w:cs="Arial"/>
          <w:b/>
          <w:sz w:val="24"/>
          <w:szCs w:val="24"/>
        </w:rPr>
        <w:t>PRZEDSIĘBIORSTWO USŁUGOWO PRODUKCYJNO HANDLOWE „MAX” KOSMACZ PRZEMYSŁAW ul. POWSTAŃCÓW 2, 63-930 JUTROSIN</w:t>
      </w:r>
    </w:p>
    <w:p w:rsidR="007A605E" w:rsidRPr="00FA1FE5" w:rsidRDefault="007A605E" w:rsidP="00FA1FE5">
      <w:pPr>
        <w:pStyle w:val="NoSpacing"/>
        <w:rPr>
          <w:rFonts w:ascii="Arial" w:hAnsi="Arial" w:cs="Arial"/>
          <w:b/>
          <w:sz w:val="24"/>
          <w:szCs w:val="24"/>
        </w:rPr>
      </w:pPr>
    </w:p>
    <w:p w:rsidR="007A605E" w:rsidRDefault="007A605E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7A605E" w:rsidRPr="005E5F9B" w:rsidRDefault="007A605E" w:rsidP="005E5F9B">
      <w:pPr>
        <w:widowControl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>Wybrano ofertę firmy</w:t>
      </w:r>
      <w:r w:rsidRPr="005E5F9B">
        <w:rPr>
          <w:rFonts w:ascii="Arial" w:hAnsi="Arial" w:cs="Arial"/>
          <w:b/>
          <w:sz w:val="24"/>
          <w:szCs w:val="24"/>
        </w:rPr>
        <w:t xml:space="preserve"> PRZED</w:t>
      </w:r>
      <w:r>
        <w:rPr>
          <w:rFonts w:ascii="Arial" w:hAnsi="Arial" w:cs="Arial"/>
          <w:b/>
          <w:sz w:val="24"/>
          <w:szCs w:val="24"/>
        </w:rPr>
        <w:t>SIĘ</w:t>
      </w:r>
      <w:r w:rsidRPr="005E5F9B">
        <w:rPr>
          <w:rFonts w:ascii="Arial" w:hAnsi="Arial" w:cs="Arial"/>
          <w:b/>
          <w:sz w:val="24"/>
          <w:szCs w:val="24"/>
        </w:rPr>
        <w:t>BIORSTWO USŁUGOWO PRODUKCYJNO HANDLOWE „MAX” KOSMACZ PRZEMYSŁAW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5F9B">
        <w:rPr>
          <w:rFonts w:ascii="Arial" w:hAnsi="Arial" w:cs="Arial"/>
          <w:b/>
          <w:sz w:val="24"/>
          <w:szCs w:val="24"/>
        </w:rPr>
        <w:t>ul. POWSTAŃCÓW 2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5E5F9B">
        <w:rPr>
          <w:rFonts w:ascii="Arial" w:hAnsi="Arial" w:cs="Arial"/>
          <w:b/>
          <w:sz w:val="24"/>
          <w:szCs w:val="24"/>
        </w:rPr>
        <w:t>63-930 JUTROSIN</w:t>
      </w:r>
      <w:r>
        <w:rPr>
          <w:rFonts w:ascii="Arial" w:hAnsi="Arial" w:cs="Arial"/>
          <w:b/>
          <w:sz w:val="24"/>
          <w:szCs w:val="24"/>
        </w:rPr>
        <w:t>.</w:t>
      </w:r>
    </w:p>
    <w:p w:rsidR="007A605E" w:rsidRPr="00FA1FE5" w:rsidRDefault="007A605E" w:rsidP="002D65AD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 xml:space="preserve"> </w:t>
      </w:r>
      <w:r w:rsidRPr="00E70B3F">
        <w:rPr>
          <w:rFonts w:ascii="Arial" w:hAnsi="Arial" w:cs="Arial"/>
          <w:sz w:val="24"/>
          <w:szCs w:val="24"/>
        </w:rPr>
        <w:t>która była najkorzystniejsza pod względem ceny, stanowiącej jedyne kryterium</w:t>
      </w:r>
      <w:r>
        <w:rPr>
          <w:rFonts w:ascii="Arial" w:hAnsi="Arial" w:cs="Arial"/>
          <w:sz w:val="24"/>
          <w:szCs w:val="24"/>
        </w:rPr>
        <w:t>.</w:t>
      </w:r>
    </w:p>
    <w:p w:rsidR="007A605E" w:rsidRDefault="007A605E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>Oferta otrzymała także największą liczbę punktów, która została obliczona matematycznie wg. SIWZ.</w:t>
      </w:r>
    </w:p>
    <w:p w:rsidR="007A605E" w:rsidRDefault="007A605E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80"/>
        <w:gridCol w:w="9"/>
        <w:gridCol w:w="2644"/>
        <w:gridCol w:w="9"/>
        <w:gridCol w:w="3750"/>
        <w:gridCol w:w="10"/>
        <w:gridCol w:w="1480"/>
        <w:gridCol w:w="9"/>
        <w:gridCol w:w="1540"/>
      </w:tblGrid>
      <w:tr w:rsidR="007A605E" w:rsidRPr="00DC7557" w:rsidTr="00C90772">
        <w:trPr>
          <w:trHeight w:val="27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</w:p>
        </w:tc>
        <w:tc>
          <w:tcPr>
            <w:tcW w:w="2344" w:type="dxa"/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758" w:type="dxa"/>
            <w:gridSpan w:val="2"/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499" w:type="dxa"/>
            <w:gridSpan w:val="3"/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540" w:type="dxa"/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Liczba punktów wg. SIWZ</w:t>
            </w:r>
          </w:p>
        </w:tc>
      </w:tr>
      <w:tr w:rsidR="007A605E" w:rsidRPr="00DC7557" w:rsidTr="00F73C09">
        <w:trPr>
          <w:trHeight w:val="1215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44" w:type="dxa"/>
            <w:tcBorders>
              <w:bottom w:val="single" w:sz="4" w:space="0" w:color="auto"/>
              <w:right w:val="single" w:sz="4" w:space="0" w:color="auto"/>
            </w:tcBorders>
          </w:tcPr>
          <w:p w:rsidR="007A605E" w:rsidRPr="00C90772" w:rsidRDefault="007A605E" w:rsidP="00C90772">
            <w:pPr>
              <w:pStyle w:val="NoSpacing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  <w:r w:rsidRPr="00C90772">
              <w:rPr>
                <w:rFonts w:ascii="Arial" w:hAnsi="Arial" w:cs="Arial"/>
                <w:sz w:val="24"/>
                <w:szCs w:val="24"/>
              </w:rPr>
              <w:t>USŁUGI PRZEWOZOWE ANDRZEJ KRZYŻOSZCZAK</w:t>
            </w:r>
          </w:p>
        </w:tc>
        <w:tc>
          <w:tcPr>
            <w:tcW w:w="37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A605E" w:rsidRPr="00C90772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C90772">
              <w:rPr>
                <w:rFonts w:ascii="Arial" w:hAnsi="Arial" w:cs="Arial"/>
                <w:sz w:val="24"/>
                <w:szCs w:val="24"/>
              </w:rPr>
              <w:t>ul. WROCŁAWSKA 71</w:t>
            </w:r>
          </w:p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C90772">
              <w:rPr>
                <w:rFonts w:ascii="Arial" w:hAnsi="Arial" w:cs="Arial"/>
                <w:sz w:val="24"/>
                <w:szCs w:val="24"/>
              </w:rPr>
              <w:t>63-930 JUTROSIN</w:t>
            </w:r>
          </w:p>
        </w:tc>
        <w:tc>
          <w:tcPr>
            <w:tcW w:w="1499" w:type="dxa"/>
            <w:gridSpan w:val="3"/>
            <w:tcBorders>
              <w:bottom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4,49 zł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7A605E" w:rsidRPr="00DC7557" w:rsidRDefault="007A605E" w:rsidP="00C9077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89,09</w:t>
            </w:r>
          </w:p>
        </w:tc>
      </w:tr>
      <w:tr w:rsidR="007A605E" w:rsidRPr="00DC7557" w:rsidTr="00F73C09">
        <w:trPr>
          <w:trHeight w:val="1354"/>
          <w:jc w:val="center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„JĘDRUŚ” PRZEWOZY AUTOBUSOWE JAN NIEDBAŁA</w:t>
            </w:r>
          </w:p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5E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M.WOŁODYJOWSKIEGO 1B/4</w:t>
            </w:r>
          </w:p>
          <w:p w:rsidR="007A605E" w:rsidRPr="00DC7557" w:rsidRDefault="007A605E" w:rsidP="00C9077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05E" w:rsidRPr="00DC7557" w:rsidRDefault="007A605E" w:rsidP="00C90772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4,18 zł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05E" w:rsidRPr="00DC7557" w:rsidRDefault="007A605E" w:rsidP="00C9077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95,69</w:t>
            </w:r>
          </w:p>
        </w:tc>
      </w:tr>
      <w:tr w:rsidR="007A605E" w:rsidTr="00C907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400"/>
          <w:jc w:val="center"/>
        </w:trPr>
        <w:tc>
          <w:tcPr>
            <w:tcW w:w="580" w:type="dxa"/>
          </w:tcPr>
          <w:p w:rsidR="007A605E" w:rsidRPr="00C90772" w:rsidRDefault="007A605E" w:rsidP="00C90772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077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60" w:type="dxa"/>
            <w:gridSpan w:val="3"/>
          </w:tcPr>
          <w:p w:rsidR="007A605E" w:rsidRPr="005E5F9B" w:rsidRDefault="007A605E" w:rsidP="00C90772">
            <w:pPr>
              <w:widowControl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5E5F9B">
              <w:rPr>
                <w:rFonts w:ascii="Arial" w:hAnsi="Arial" w:cs="Arial"/>
                <w:b/>
                <w:sz w:val="24"/>
                <w:szCs w:val="24"/>
              </w:rPr>
              <w:t>PRZED</w:t>
            </w:r>
            <w:r>
              <w:rPr>
                <w:rFonts w:ascii="Arial" w:hAnsi="Arial" w:cs="Arial"/>
                <w:b/>
                <w:sz w:val="24"/>
                <w:szCs w:val="24"/>
              </w:rPr>
              <w:t>SIĘ</w:t>
            </w:r>
            <w:r w:rsidRPr="005E5F9B">
              <w:rPr>
                <w:rFonts w:ascii="Arial" w:hAnsi="Arial" w:cs="Arial"/>
                <w:b/>
                <w:sz w:val="24"/>
                <w:szCs w:val="24"/>
              </w:rPr>
              <w:t xml:space="preserve">BIORSTWO USŁUGOWO PRODUKCYJNO HANDLOWE „MAX” KOSMACZ PRZEMYSŁAW </w:t>
            </w:r>
          </w:p>
        </w:tc>
        <w:tc>
          <w:tcPr>
            <w:tcW w:w="3760" w:type="dxa"/>
            <w:gridSpan w:val="2"/>
          </w:tcPr>
          <w:p w:rsidR="007A605E" w:rsidRPr="005E5F9B" w:rsidRDefault="007A605E" w:rsidP="005E5F9B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E5F9B">
              <w:rPr>
                <w:rFonts w:ascii="Arial" w:hAnsi="Arial" w:cs="Arial"/>
                <w:b/>
                <w:sz w:val="24"/>
                <w:szCs w:val="24"/>
              </w:rPr>
              <w:t>ul. POWSTAŃCÓW 2               63-930 JUTROSIN</w:t>
            </w:r>
          </w:p>
          <w:p w:rsidR="007A605E" w:rsidRPr="005E5F9B" w:rsidRDefault="007A605E" w:rsidP="005E5F9B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05E" w:rsidRPr="005E5F9B" w:rsidRDefault="007A605E" w:rsidP="00C90772">
            <w:pPr>
              <w:widowControl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:rsidR="007A605E" w:rsidRPr="005E5F9B" w:rsidRDefault="007A605E" w:rsidP="005E5F9B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9B">
              <w:rPr>
                <w:rFonts w:ascii="Arial" w:hAnsi="Arial" w:cs="Arial"/>
                <w:b/>
                <w:sz w:val="24"/>
                <w:szCs w:val="24"/>
              </w:rPr>
              <w:t>4,00</w:t>
            </w:r>
          </w:p>
        </w:tc>
        <w:tc>
          <w:tcPr>
            <w:tcW w:w="1549" w:type="dxa"/>
            <w:gridSpan w:val="2"/>
          </w:tcPr>
          <w:p w:rsidR="007A605E" w:rsidRPr="005E5F9B" w:rsidRDefault="007A605E" w:rsidP="005E5F9B">
            <w:pPr>
              <w:widowControl w:val="0"/>
              <w:adjustRightIn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5F9B">
              <w:rPr>
                <w:rFonts w:ascii="Arial" w:hAnsi="Arial" w:cs="Arial"/>
                <w:b/>
                <w:sz w:val="24"/>
                <w:szCs w:val="24"/>
              </w:rPr>
              <w:t>100,00</w:t>
            </w:r>
          </w:p>
        </w:tc>
      </w:tr>
    </w:tbl>
    <w:p w:rsidR="007A605E" w:rsidRDefault="007A605E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7A605E" w:rsidRDefault="007A605E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7A605E" w:rsidRPr="0025449C" w:rsidRDefault="007A605E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7A605E" w:rsidRPr="0025449C" w:rsidRDefault="007A605E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7A605E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1097"/>
    <w:rsid w:val="00061D79"/>
    <w:rsid w:val="000A6F2B"/>
    <w:rsid w:val="000A7C40"/>
    <w:rsid w:val="000B43A9"/>
    <w:rsid w:val="000B50DB"/>
    <w:rsid w:val="000D328F"/>
    <w:rsid w:val="00103457"/>
    <w:rsid w:val="0015067B"/>
    <w:rsid w:val="00162415"/>
    <w:rsid w:val="001F681D"/>
    <w:rsid w:val="00233798"/>
    <w:rsid w:val="0025449C"/>
    <w:rsid w:val="00260F09"/>
    <w:rsid w:val="002A34E3"/>
    <w:rsid w:val="002B26DC"/>
    <w:rsid w:val="002D65AD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3D7B63"/>
    <w:rsid w:val="00406F82"/>
    <w:rsid w:val="00422C6C"/>
    <w:rsid w:val="004645E2"/>
    <w:rsid w:val="004905CE"/>
    <w:rsid w:val="00533D1C"/>
    <w:rsid w:val="00571097"/>
    <w:rsid w:val="0057682E"/>
    <w:rsid w:val="00576BE3"/>
    <w:rsid w:val="00585524"/>
    <w:rsid w:val="005A5086"/>
    <w:rsid w:val="005A7A5F"/>
    <w:rsid w:val="005E5F9B"/>
    <w:rsid w:val="00610B47"/>
    <w:rsid w:val="006370F4"/>
    <w:rsid w:val="006C6EBF"/>
    <w:rsid w:val="007012D2"/>
    <w:rsid w:val="0071147A"/>
    <w:rsid w:val="007562CC"/>
    <w:rsid w:val="0076029C"/>
    <w:rsid w:val="00772778"/>
    <w:rsid w:val="00784D25"/>
    <w:rsid w:val="00787640"/>
    <w:rsid w:val="007A38FF"/>
    <w:rsid w:val="007A605E"/>
    <w:rsid w:val="007C4E0A"/>
    <w:rsid w:val="007F6B36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62F3"/>
    <w:rsid w:val="009A4196"/>
    <w:rsid w:val="009B63DD"/>
    <w:rsid w:val="009C1C7C"/>
    <w:rsid w:val="009C441D"/>
    <w:rsid w:val="00A06278"/>
    <w:rsid w:val="00A70220"/>
    <w:rsid w:val="00AB26C8"/>
    <w:rsid w:val="00AC50E4"/>
    <w:rsid w:val="00B11848"/>
    <w:rsid w:val="00B12FA0"/>
    <w:rsid w:val="00B245EA"/>
    <w:rsid w:val="00B3346F"/>
    <w:rsid w:val="00B56A7D"/>
    <w:rsid w:val="00B75079"/>
    <w:rsid w:val="00B7639D"/>
    <w:rsid w:val="00B81854"/>
    <w:rsid w:val="00B8287A"/>
    <w:rsid w:val="00BA3754"/>
    <w:rsid w:val="00BF49A4"/>
    <w:rsid w:val="00C17554"/>
    <w:rsid w:val="00C87350"/>
    <w:rsid w:val="00C90772"/>
    <w:rsid w:val="00CB75D6"/>
    <w:rsid w:val="00CC2F70"/>
    <w:rsid w:val="00CE6C61"/>
    <w:rsid w:val="00CF7B4E"/>
    <w:rsid w:val="00D01EE1"/>
    <w:rsid w:val="00D07552"/>
    <w:rsid w:val="00D608CE"/>
    <w:rsid w:val="00DC7557"/>
    <w:rsid w:val="00DD6387"/>
    <w:rsid w:val="00E367F1"/>
    <w:rsid w:val="00E70B3F"/>
    <w:rsid w:val="00E8333D"/>
    <w:rsid w:val="00E96492"/>
    <w:rsid w:val="00EA0AE2"/>
    <w:rsid w:val="00EB2E52"/>
    <w:rsid w:val="00EB6C8F"/>
    <w:rsid w:val="00EE2F55"/>
    <w:rsid w:val="00F435B5"/>
    <w:rsid w:val="00F47E5D"/>
    <w:rsid w:val="00F52B82"/>
    <w:rsid w:val="00F73C09"/>
    <w:rsid w:val="00F83CFB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8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25AE7"/>
  </w:style>
  <w:style w:type="table" w:styleId="TableGrid">
    <w:name w:val="Table Grid"/>
    <w:basedOn w:val="TableNormal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Strong">
    <w:name w:val="Strong"/>
    <w:basedOn w:val="DefaultParagraphFont"/>
    <w:uiPriority w:val="99"/>
    <w:qFormat/>
    <w:locked/>
    <w:rsid w:val="005E5F9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7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224</Words>
  <Characters>1347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Gmina Jutrosin</cp:lastModifiedBy>
  <cp:revision>2</cp:revision>
  <cp:lastPrinted>2014-06-10T11:50:00Z</cp:lastPrinted>
  <dcterms:created xsi:type="dcterms:W3CDTF">2014-07-10T12:29:00Z</dcterms:created>
  <dcterms:modified xsi:type="dcterms:W3CDTF">2014-07-10T12:29:00Z</dcterms:modified>
</cp:coreProperties>
</file>